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6F3" w:rsidRPr="009E2961" w:rsidRDefault="00F216F3" w:rsidP="00F216F3">
      <w:pPr>
        <w:tabs>
          <w:tab w:val="left" w:pos="1305"/>
        </w:tabs>
        <w:rPr>
          <w:b/>
          <w:lang w:val="es-CO"/>
        </w:rPr>
      </w:pPr>
      <w:bookmarkStart w:id="0" w:name="_GoBack"/>
      <w:bookmarkEnd w:id="0"/>
    </w:p>
    <w:p w:rsidR="004B5829" w:rsidRPr="009E2961" w:rsidRDefault="004B5829" w:rsidP="006014C7">
      <w:pPr>
        <w:pStyle w:val="Prrafodelista"/>
        <w:tabs>
          <w:tab w:val="left" w:pos="426"/>
        </w:tabs>
        <w:spacing w:after="0" w:line="240" w:lineRule="auto"/>
        <w:ind w:left="0"/>
        <w:jc w:val="both"/>
        <w:rPr>
          <w:rFonts w:ascii="Century Gothic" w:hAnsi="Century Gothic"/>
          <w:sz w:val="20"/>
          <w:szCs w:val="20"/>
          <w:lang w:val="es-CO"/>
        </w:rPr>
      </w:pPr>
    </w:p>
    <w:p w:rsidR="00A5789F" w:rsidRPr="009E2961" w:rsidRDefault="00A5789F" w:rsidP="002D4B9D">
      <w:pPr>
        <w:pStyle w:val="Prrafodelista"/>
        <w:numPr>
          <w:ilvl w:val="0"/>
          <w:numId w:val="31"/>
        </w:numPr>
        <w:tabs>
          <w:tab w:val="left" w:pos="426"/>
        </w:tabs>
        <w:spacing w:after="0" w:line="240" w:lineRule="auto"/>
        <w:rPr>
          <w:rFonts w:ascii="Century Gothic" w:hAnsi="Century Gothic"/>
          <w:sz w:val="20"/>
          <w:szCs w:val="20"/>
          <w:u w:val="single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u w:val="single"/>
          <w:lang w:val="es-CO"/>
        </w:rPr>
        <w:t>HORARIOS DE ATENCIÓN DEL CCC</w:t>
      </w:r>
    </w:p>
    <w:p w:rsidR="00A5789F" w:rsidRPr="009E2961" w:rsidRDefault="00A5789F" w:rsidP="006014C7">
      <w:pPr>
        <w:pStyle w:val="Prrafodelista"/>
        <w:tabs>
          <w:tab w:val="left" w:pos="426"/>
        </w:tabs>
        <w:spacing w:after="0" w:line="240" w:lineRule="auto"/>
        <w:ind w:left="0"/>
        <w:jc w:val="both"/>
        <w:rPr>
          <w:rFonts w:ascii="Century Gothic" w:hAnsi="Century Gothic"/>
          <w:b/>
          <w:sz w:val="20"/>
          <w:szCs w:val="20"/>
          <w:lang w:val="es-CO"/>
        </w:rPr>
      </w:pPr>
    </w:p>
    <w:p w:rsidR="00A5789F" w:rsidRPr="009E2961" w:rsidRDefault="00A5789F" w:rsidP="006014C7">
      <w:pPr>
        <w:pStyle w:val="Prrafodelista"/>
        <w:tabs>
          <w:tab w:val="left" w:pos="426"/>
        </w:tabs>
        <w:spacing w:after="0" w:line="240" w:lineRule="auto"/>
        <w:ind w:left="0"/>
        <w:jc w:val="both"/>
        <w:rPr>
          <w:rFonts w:ascii="Century Gothic" w:hAnsi="Century Gothic"/>
          <w:sz w:val="20"/>
          <w:szCs w:val="20"/>
          <w:lang w:val="es-CO"/>
        </w:rPr>
      </w:pPr>
      <w:r w:rsidRPr="009E2961">
        <w:rPr>
          <w:rFonts w:ascii="Century Gothic" w:hAnsi="Century Gothic"/>
          <w:sz w:val="20"/>
          <w:szCs w:val="20"/>
          <w:lang w:val="es-CO"/>
        </w:rPr>
        <w:t>El  horario de atención será de lunes a viernes de 8:</w:t>
      </w:r>
      <w:r w:rsidR="000F1AB9" w:rsidRPr="009E2961">
        <w:rPr>
          <w:rFonts w:ascii="Century Gothic" w:hAnsi="Century Gothic"/>
          <w:sz w:val="20"/>
          <w:szCs w:val="20"/>
          <w:lang w:val="es-CO"/>
        </w:rPr>
        <w:t>0</w:t>
      </w:r>
      <w:r w:rsidRPr="009E2961">
        <w:rPr>
          <w:rFonts w:ascii="Century Gothic" w:hAnsi="Century Gothic"/>
          <w:sz w:val="20"/>
          <w:szCs w:val="20"/>
          <w:lang w:val="es-CO"/>
        </w:rPr>
        <w:t xml:space="preserve">0 am a </w:t>
      </w:r>
      <w:r w:rsidR="00202A94" w:rsidRPr="009E2961">
        <w:rPr>
          <w:rFonts w:ascii="Century Gothic" w:hAnsi="Century Gothic"/>
          <w:sz w:val="20"/>
          <w:szCs w:val="20"/>
          <w:lang w:val="es-CO"/>
        </w:rPr>
        <w:t>5:</w:t>
      </w:r>
      <w:r w:rsidR="005864D4">
        <w:rPr>
          <w:rFonts w:ascii="Century Gothic" w:hAnsi="Century Gothic"/>
          <w:sz w:val="20"/>
          <w:szCs w:val="20"/>
          <w:lang w:val="es-CO"/>
        </w:rPr>
        <w:t>0</w:t>
      </w:r>
      <w:r w:rsidR="00202A94" w:rsidRPr="009E2961">
        <w:rPr>
          <w:rFonts w:ascii="Century Gothic" w:hAnsi="Century Gothic"/>
          <w:sz w:val="20"/>
          <w:szCs w:val="20"/>
          <w:lang w:val="es-CO"/>
        </w:rPr>
        <w:t>0</w:t>
      </w:r>
      <w:r w:rsidRPr="009E2961">
        <w:rPr>
          <w:rFonts w:ascii="Century Gothic" w:hAnsi="Century Gothic"/>
          <w:sz w:val="20"/>
          <w:szCs w:val="20"/>
          <w:lang w:val="es-CO"/>
        </w:rPr>
        <w:t xml:space="preserve"> pm,  no incluye festivos. </w:t>
      </w:r>
    </w:p>
    <w:p w:rsidR="00A5789F" w:rsidRPr="009E2961" w:rsidRDefault="00A5789F" w:rsidP="006014C7">
      <w:pPr>
        <w:rPr>
          <w:rFonts w:ascii="Century Gothic" w:hAnsi="Century Gothic"/>
          <w:sz w:val="20"/>
          <w:szCs w:val="20"/>
          <w:lang w:val="es-CO"/>
        </w:rPr>
      </w:pPr>
    </w:p>
    <w:p w:rsidR="002D4B9D" w:rsidRDefault="002D4B9D" w:rsidP="002D4B9D">
      <w:pPr>
        <w:pStyle w:val="Prrafodelista"/>
        <w:tabs>
          <w:tab w:val="left" w:pos="33"/>
        </w:tabs>
        <w:spacing w:after="0" w:line="240" w:lineRule="auto"/>
        <w:ind w:left="0"/>
        <w:rPr>
          <w:rFonts w:ascii="Century Gothic" w:hAnsi="Century Gothic"/>
          <w:b/>
          <w:sz w:val="20"/>
          <w:szCs w:val="20"/>
          <w:u w:val="single"/>
          <w:lang w:val="es-CO"/>
        </w:rPr>
      </w:pPr>
    </w:p>
    <w:p w:rsidR="004B5829" w:rsidRPr="009E2961" w:rsidRDefault="00B75DF2" w:rsidP="002D4B9D">
      <w:pPr>
        <w:pStyle w:val="Prrafodelista"/>
        <w:tabs>
          <w:tab w:val="left" w:pos="33"/>
        </w:tabs>
        <w:spacing w:after="0" w:line="240" w:lineRule="auto"/>
        <w:ind w:left="0"/>
        <w:rPr>
          <w:rFonts w:ascii="Century Gothic" w:hAnsi="Century Gothic"/>
          <w:b/>
          <w:sz w:val="20"/>
          <w:szCs w:val="20"/>
          <w:u w:val="single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u w:val="single"/>
          <w:lang w:val="es-CO"/>
        </w:rPr>
        <w:t>2. GUION  LLAMADAS</w:t>
      </w:r>
    </w:p>
    <w:p w:rsidR="00B75DF2" w:rsidRPr="009E2961" w:rsidRDefault="00B75DF2" w:rsidP="00B75DF2">
      <w:pPr>
        <w:pStyle w:val="Prrafodelista"/>
        <w:tabs>
          <w:tab w:val="left" w:pos="33"/>
        </w:tabs>
        <w:spacing w:after="0" w:line="240" w:lineRule="auto"/>
        <w:ind w:left="0"/>
        <w:jc w:val="center"/>
        <w:rPr>
          <w:rFonts w:ascii="Century Gothic" w:hAnsi="Century Gothic"/>
          <w:b/>
          <w:sz w:val="20"/>
          <w:szCs w:val="20"/>
          <w:u w:val="single"/>
          <w:lang w:val="es-CO"/>
        </w:rPr>
      </w:pPr>
    </w:p>
    <w:p w:rsidR="00E856D6" w:rsidRPr="009E2961" w:rsidRDefault="00E856D6" w:rsidP="006014C7">
      <w:pPr>
        <w:pStyle w:val="Prrafodelista"/>
        <w:tabs>
          <w:tab w:val="left" w:pos="0"/>
        </w:tabs>
        <w:spacing w:after="0" w:line="240" w:lineRule="auto"/>
        <w:ind w:left="0"/>
        <w:jc w:val="both"/>
        <w:rPr>
          <w:rFonts w:ascii="Century Gothic" w:hAnsi="Century Gothic"/>
          <w:sz w:val="20"/>
          <w:szCs w:val="20"/>
          <w:lang w:val="es-CO"/>
        </w:rPr>
      </w:pPr>
    </w:p>
    <w:p w:rsidR="003A492C" w:rsidRPr="009E2961" w:rsidRDefault="007517BD" w:rsidP="006014C7">
      <w:pPr>
        <w:pStyle w:val="Prrafodelista"/>
        <w:spacing w:after="0" w:line="240" w:lineRule="auto"/>
        <w:ind w:left="0"/>
        <w:jc w:val="both"/>
        <w:rPr>
          <w:rFonts w:ascii="Century Gothic" w:hAnsi="Century Gothic"/>
          <w:b/>
          <w:color w:val="000000"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color w:val="000000"/>
          <w:sz w:val="20"/>
          <w:szCs w:val="20"/>
          <w:lang w:val="es-CO"/>
        </w:rPr>
        <w:t xml:space="preserve">2.1. </w:t>
      </w:r>
      <w:r w:rsidR="009E2961" w:rsidRPr="009E2961">
        <w:rPr>
          <w:rFonts w:ascii="Century Gothic" w:hAnsi="Century Gothic"/>
          <w:b/>
          <w:color w:val="000000"/>
          <w:sz w:val="20"/>
          <w:szCs w:val="20"/>
          <w:lang w:val="es-CO"/>
        </w:rPr>
        <w:t>Diá</w:t>
      </w:r>
      <w:r w:rsidR="003A492C" w:rsidRPr="009E2961">
        <w:rPr>
          <w:rFonts w:ascii="Century Gothic" w:hAnsi="Century Gothic"/>
          <w:b/>
          <w:color w:val="000000"/>
          <w:sz w:val="20"/>
          <w:szCs w:val="20"/>
          <w:lang w:val="es-CO"/>
        </w:rPr>
        <w:t>logo de solicitud de Información</w:t>
      </w:r>
      <w:r w:rsidR="00E53DEC" w:rsidRPr="009E2961">
        <w:rPr>
          <w:rFonts w:ascii="Century Gothic" w:hAnsi="Century Gothic"/>
          <w:b/>
          <w:color w:val="000000"/>
          <w:sz w:val="20"/>
          <w:szCs w:val="20"/>
          <w:lang w:val="es-CO"/>
        </w:rPr>
        <w:t>:</w:t>
      </w:r>
      <w:r w:rsidR="003A492C" w:rsidRPr="009E2961">
        <w:rPr>
          <w:rFonts w:ascii="Century Gothic" w:hAnsi="Century Gothic"/>
          <w:b/>
          <w:color w:val="000000"/>
          <w:sz w:val="20"/>
          <w:szCs w:val="20"/>
          <w:lang w:val="es-CO"/>
        </w:rPr>
        <w:t xml:space="preserve"> </w:t>
      </w:r>
    </w:p>
    <w:p w:rsidR="001B0E0E" w:rsidRPr="009E2961" w:rsidRDefault="001B0E0E" w:rsidP="006014C7">
      <w:pPr>
        <w:pStyle w:val="Prrafodelista"/>
        <w:tabs>
          <w:tab w:val="left" w:pos="0"/>
        </w:tabs>
        <w:spacing w:after="0" w:line="240" w:lineRule="auto"/>
        <w:ind w:left="0"/>
        <w:jc w:val="both"/>
        <w:rPr>
          <w:rFonts w:ascii="Century Gothic" w:hAnsi="Century Gothic"/>
          <w:b/>
          <w:color w:val="000000"/>
          <w:sz w:val="20"/>
          <w:szCs w:val="20"/>
          <w:lang w:val="es-CO"/>
        </w:rPr>
      </w:pPr>
    </w:p>
    <w:p w:rsidR="003A492C" w:rsidRPr="009E2961" w:rsidRDefault="003A492C" w:rsidP="006014C7">
      <w:pPr>
        <w:pStyle w:val="Prrafodelista"/>
        <w:tabs>
          <w:tab w:val="left" w:pos="567"/>
        </w:tabs>
        <w:spacing w:after="0" w:line="240" w:lineRule="auto"/>
        <w:ind w:left="0"/>
        <w:jc w:val="both"/>
        <w:rPr>
          <w:rFonts w:ascii="Century Gothic" w:hAnsi="Century Gothic"/>
          <w:b/>
          <w:color w:val="000000"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color w:val="000000"/>
          <w:sz w:val="20"/>
          <w:szCs w:val="20"/>
          <w:lang w:val="es-CO"/>
        </w:rPr>
        <w:t>Saludo de bienvenida:</w:t>
      </w:r>
    </w:p>
    <w:p w:rsidR="005621B6" w:rsidRPr="009E2961" w:rsidRDefault="005621B6" w:rsidP="006014C7">
      <w:pPr>
        <w:pStyle w:val="Prrafodelista"/>
        <w:tabs>
          <w:tab w:val="left" w:pos="567"/>
        </w:tabs>
        <w:spacing w:after="0" w:line="240" w:lineRule="auto"/>
        <w:ind w:left="0"/>
        <w:jc w:val="both"/>
        <w:rPr>
          <w:rFonts w:ascii="Century Gothic" w:hAnsi="Century Gothic"/>
          <w:b/>
          <w:color w:val="000000"/>
          <w:sz w:val="20"/>
          <w:szCs w:val="20"/>
          <w:lang w:val="es-CO"/>
        </w:rPr>
      </w:pPr>
    </w:p>
    <w:p w:rsidR="003A492C" w:rsidRPr="009E2961" w:rsidRDefault="00AB7982" w:rsidP="006014C7">
      <w:pPr>
        <w:tabs>
          <w:tab w:val="left" w:pos="0"/>
        </w:tabs>
        <w:jc w:val="both"/>
        <w:rPr>
          <w:rFonts w:ascii="Century Gothic" w:hAnsi="Century Gothic"/>
          <w:sz w:val="20"/>
          <w:szCs w:val="20"/>
          <w:lang w:val="es-CO"/>
        </w:rPr>
      </w:pPr>
      <w:r w:rsidRPr="009E2961">
        <w:rPr>
          <w:rFonts w:ascii="Century Gothic" w:hAnsi="Century Gothic"/>
          <w:sz w:val="20"/>
          <w:szCs w:val="20"/>
          <w:lang w:val="es-CO"/>
        </w:rPr>
        <w:t>Buenos (días, tardes)</w:t>
      </w:r>
      <w:r w:rsidR="002E1586" w:rsidRPr="002E1586">
        <w:rPr>
          <w:rFonts w:ascii="Century Gothic" w:hAnsi="Century Gothic"/>
          <w:sz w:val="20"/>
          <w:szCs w:val="20"/>
          <w:lang w:val="es-CO"/>
        </w:rPr>
        <w:t>, bienvenido al Ministerio de Salud y Protección Social</w:t>
      </w:r>
      <w:r w:rsidRPr="002E1586">
        <w:rPr>
          <w:rFonts w:ascii="Century Gothic" w:hAnsi="Century Gothic"/>
          <w:sz w:val="20"/>
          <w:szCs w:val="20"/>
          <w:lang w:val="es-CO"/>
        </w:rPr>
        <w:t xml:space="preserve">, </w:t>
      </w:r>
      <w:r w:rsidR="00866DAC" w:rsidRPr="002E1586">
        <w:rPr>
          <w:rFonts w:ascii="Century Gothic" w:hAnsi="Century Gothic"/>
          <w:sz w:val="20"/>
          <w:szCs w:val="20"/>
          <w:lang w:val="es-CO"/>
        </w:rPr>
        <w:t xml:space="preserve">le </w:t>
      </w:r>
      <w:r w:rsidRPr="002E1586">
        <w:rPr>
          <w:rFonts w:ascii="Century Gothic" w:hAnsi="Century Gothic"/>
          <w:sz w:val="20"/>
          <w:szCs w:val="20"/>
          <w:lang w:val="es-CO"/>
        </w:rPr>
        <w:t xml:space="preserve">habla </w:t>
      </w:r>
      <w:r w:rsidR="00DD70E3" w:rsidRPr="002E1586">
        <w:rPr>
          <w:rFonts w:ascii="Century Gothic" w:hAnsi="Century Gothic"/>
          <w:sz w:val="20"/>
          <w:szCs w:val="20"/>
          <w:lang w:val="es-CO"/>
        </w:rPr>
        <w:t xml:space="preserve"> </w:t>
      </w:r>
      <w:r w:rsidR="00DD70E3" w:rsidRPr="009E2961">
        <w:rPr>
          <w:rFonts w:ascii="Century Gothic" w:hAnsi="Century Gothic"/>
          <w:sz w:val="20"/>
          <w:szCs w:val="20"/>
          <w:lang w:val="es-CO"/>
        </w:rPr>
        <w:t xml:space="preserve">XX </w:t>
      </w:r>
      <w:r w:rsidRPr="009E2961">
        <w:rPr>
          <w:rFonts w:ascii="Century Gothic" w:hAnsi="Century Gothic"/>
          <w:sz w:val="20"/>
          <w:szCs w:val="20"/>
          <w:lang w:val="es-CO"/>
        </w:rPr>
        <w:t xml:space="preserve">(nombre </w:t>
      </w:r>
      <w:r w:rsidR="00360374" w:rsidRPr="009E2961">
        <w:rPr>
          <w:rFonts w:ascii="Century Gothic" w:hAnsi="Century Gothic"/>
          <w:sz w:val="20"/>
          <w:szCs w:val="20"/>
          <w:lang w:val="es-CO"/>
        </w:rPr>
        <w:t xml:space="preserve"> </w:t>
      </w:r>
      <w:r w:rsidRPr="009E2961">
        <w:rPr>
          <w:rFonts w:ascii="Century Gothic" w:hAnsi="Century Gothic"/>
          <w:sz w:val="20"/>
          <w:szCs w:val="20"/>
          <w:lang w:val="es-CO"/>
        </w:rPr>
        <w:t>asesor), con quien tengo el gusto de hablar.</w:t>
      </w:r>
    </w:p>
    <w:p w:rsidR="00581ECD" w:rsidRPr="009E2961" w:rsidRDefault="003C5449" w:rsidP="003C5449">
      <w:pPr>
        <w:tabs>
          <w:tab w:val="left" w:pos="0"/>
          <w:tab w:val="left" w:pos="2201"/>
        </w:tabs>
        <w:jc w:val="both"/>
        <w:rPr>
          <w:rFonts w:ascii="Century Gothic" w:hAnsi="Century Gothic"/>
          <w:sz w:val="20"/>
          <w:szCs w:val="20"/>
          <w:lang w:val="es-CO"/>
        </w:rPr>
      </w:pPr>
      <w:r w:rsidRPr="009E2961">
        <w:rPr>
          <w:rFonts w:ascii="Century Gothic" w:hAnsi="Century Gothic"/>
          <w:sz w:val="20"/>
          <w:szCs w:val="20"/>
          <w:lang w:val="es-CO"/>
        </w:rPr>
        <w:tab/>
      </w:r>
    </w:p>
    <w:p w:rsidR="00581ECD" w:rsidRPr="009E2961" w:rsidRDefault="00581ECD" w:rsidP="00581ECD">
      <w:pPr>
        <w:pStyle w:val="Prrafodelista"/>
        <w:spacing w:after="0" w:line="240" w:lineRule="auto"/>
        <w:ind w:left="0"/>
        <w:jc w:val="both"/>
        <w:rPr>
          <w:rFonts w:ascii="Century Gothic" w:hAnsi="Century Gothic"/>
          <w:b/>
          <w:color w:val="000000"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color w:val="000000"/>
          <w:sz w:val="20"/>
          <w:szCs w:val="20"/>
          <w:lang w:val="es-CO"/>
        </w:rPr>
        <w:t>Solicitud de información para el registro:</w:t>
      </w:r>
    </w:p>
    <w:p w:rsidR="00581ECD" w:rsidRPr="009E2961" w:rsidRDefault="00581ECD" w:rsidP="00581ECD">
      <w:pPr>
        <w:pStyle w:val="Prrafodelista"/>
        <w:spacing w:after="0" w:line="240" w:lineRule="auto"/>
        <w:ind w:left="0"/>
        <w:jc w:val="both"/>
        <w:rPr>
          <w:rFonts w:ascii="Century Gothic" w:hAnsi="Century Gothic"/>
          <w:b/>
          <w:color w:val="000000"/>
          <w:sz w:val="20"/>
          <w:szCs w:val="20"/>
          <w:lang w:val="es-CO"/>
        </w:rPr>
      </w:pPr>
    </w:p>
    <w:p w:rsidR="00581ECD" w:rsidRPr="009E2961" w:rsidRDefault="00581ECD" w:rsidP="00581ECD">
      <w:pPr>
        <w:pStyle w:val="Prrafodelista"/>
        <w:tabs>
          <w:tab w:val="left" w:pos="460"/>
        </w:tabs>
        <w:spacing w:after="0" w:line="240" w:lineRule="auto"/>
        <w:ind w:left="0"/>
        <w:jc w:val="both"/>
        <w:rPr>
          <w:rFonts w:ascii="Century Gothic" w:hAnsi="Century Gothic"/>
          <w:sz w:val="20"/>
          <w:szCs w:val="20"/>
          <w:lang w:val="es-CO"/>
        </w:rPr>
      </w:pPr>
      <w:r w:rsidRPr="009E2961">
        <w:rPr>
          <w:rFonts w:ascii="Century Gothic" w:hAnsi="Century Gothic"/>
          <w:sz w:val="20"/>
          <w:szCs w:val="20"/>
          <w:lang w:val="es-CO"/>
        </w:rPr>
        <w:t xml:space="preserve">Señor / Señora (XX) </w:t>
      </w:r>
      <w:r w:rsidR="003E1194" w:rsidRPr="009E2961">
        <w:rPr>
          <w:rFonts w:ascii="Century Gothic" w:hAnsi="Century Gothic"/>
          <w:sz w:val="20"/>
          <w:szCs w:val="20"/>
          <w:lang w:val="es-CO"/>
        </w:rPr>
        <w:t>(Señor apellido, Señora nombre)</w:t>
      </w:r>
      <w:r w:rsidR="00C2532E">
        <w:rPr>
          <w:rFonts w:ascii="Century Gothic" w:hAnsi="Century Gothic"/>
          <w:sz w:val="20"/>
          <w:szCs w:val="20"/>
          <w:lang w:val="es-CO"/>
        </w:rPr>
        <w:t xml:space="preserve"> </w:t>
      </w:r>
      <w:r w:rsidRPr="009E2961">
        <w:rPr>
          <w:rFonts w:ascii="Century Gothic" w:hAnsi="Century Gothic"/>
          <w:sz w:val="20"/>
          <w:szCs w:val="20"/>
          <w:lang w:val="es-CO"/>
        </w:rPr>
        <w:t xml:space="preserve">me informa los siguientes datos: </w:t>
      </w:r>
    </w:p>
    <w:p w:rsidR="005D658B" w:rsidRPr="009E2961" w:rsidRDefault="005D658B" w:rsidP="00581ECD">
      <w:pPr>
        <w:pStyle w:val="Prrafodelista"/>
        <w:tabs>
          <w:tab w:val="left" w:pos="460"/>
        </w:tabs>
        <w:spacing w:after="0" w:line="240" w:lineRule="auto"/>
        <w:ind w:left="0"/>
        <w:jc w:val="both"/>
        <w:rPr>
          <w:rFonts w:ascii="Century Gothic" w:hAnsi="Century Gothic"/>
          <w:sz w:val="20"/>
          <w:szCs w:val="20"/>
          <w:lang w:val="es-CO"/>
        </w:rPr>
      </w:pPr>
    </w:p>
    <w:p w:rsidR="00095485" w:rsidRPr="00095485" w:rsidRDefault="00095485" w:rsidP="00095485">
      <w:pPr>
        <w:pStyle w:val="Prrafodelista"/>
        <w:numPr>
          <w:ilvl w:val="0"/>
          <w:numId w:val="23"/>
        </w:numPr>
        <w:spacing w:after="0" w:line="240" w:lineRule="auto"/>
        <w:contextualSpacing w:val="0"/>
        <w:rPr>
          <w:rFonts w:ascii="Century Gothic" w:hAnsi="Century Gothic"/>
          <w:sz w:val="20"/>
          <w:szCs w:val="20"/>
          <w:lang w:val="es-CO"/>
        </w:rPr>
      </w:pPr>
      <w:r w:rsidRPr="00095485">
        <w:rPr>
          <w:rFonts w:ascii="Century Gothic" w:hAnsi="Century Gothic"/>
          <w:sz w:val="20"/>
          <w:szCs w:val="20"/>
          <w:lang w:val="es-CO"/>
        </w:rPr>
        <w:t>Persona que llama.</w:t>
      </w:r>
    </w:p>
    <w:p w:rsidR="00095485" w:rsidRPr="00095485" w:rsidRDefault="00095485" w:rsidP="00371B24">
      <w:pPr>
        <w:pStyle w:val="Prrafodelista"/>
        <w:numPr>
          <w:ilvl w:val="0"/>
          <w:numId w:val="23"/>
        </w:numPr>
        <w:spacing w:after="0" w:line="240" w:lineRule="auto"/>
        <w:rPr>
          <w:rFonts w:ascii="Century Gothic" w:hAnsi="Century Gothic"/>
          <w:sz w:val="20"/>
          <w:szCs w:val="20"/>
          <w:lang w:val="es-CO"/>
        </w:rPr>
      </w:pPr>
      <w:r w:rsidRPr="00095485">
        <w:rPr>
          <w:rFonts w:ascii="Century Gothic" w:hAnsi="Century Gothic"/>
          <w:sz w:val="20"/>
          <w:szCs w:val="20"/>
          <w:lang w:val="es-CO"/>
        </w:rPr>
        <w:t>Teléfono</w:t>
      </w:r>
    </w:p>
    <w:p w:rsidR="00095485" w:rsidRPr="00095485" w:rsidRDefault="00095485" w:rsidP="00095485">
      <w:pPr>
        <w:pStyle w:val="Prrafodelista"/>
        <w:numPr>
          <w:ilvl w:val="0"/>
          <w:numId w:val="23"/>
        </w:numPr>
        <w:spacing w:after="0" w:line="240" w:lineRule="auto"/>
        <w:contextualSpacing w:val="0"/>
        <w:rPr>
          <w:rFonts w:ascii="Century Gothic" w:hAnsi="Century Gothic"/>
          <w:sz w:val="20"/>
          <w:szCs w:val="20"/>
          <w:lang w:val="es-CO"/>
        </w:rPr>
      </w:pPr>
      <w:r w:rsidRPr="00095485">
        <w:rPr>
          <w:rFonts w:ascii="Century Gothic" w:hAnsi="Century Gothic"/>
          <w:sz w:val="20"/>
          <w:szCs w:val="20"/>
          <w:lang w:val="es-CO"/>
        </w:rPr>
        <w:t>Extensión del contacto.</w:t>
      </w:r>
    </w:p>
    <w:p w:rsidR="00095485" w:rsidRPr="00095485" w:rsidRDefault="00095485" w:rsidP="00095485">
      <w:pPr>
        <w:pStyle w:val="Prrafodelista"/>
        <w:numPr>
          <w:ilvl w:val="0"/>
          <w:numId w:val="23"/>
        </w:numPr>
        <w:spacing w:after="0" w:line="240" w:lineRule="auto"/>
        <w:contextualSpacing w:val="0"/>
        <w:rPr>
          <w:rFonts w:ascii="Century Gothic" w:hAnsi="Century Gothic"/>
          <w:sz w:val="20"/>
          <w:szCs w:val="20"/>
          <w:lang w:val="es-CO"/>
        </w:rPr>
      </w:pPr>
      <w:r w:rsidRPr="00095485">
        <w:rPr>
          <w:rFonts w:ascii="Century Gothic" w:hAnsi="Century Gothic"/>
          <w:sz w:val="20"/>
          <w:szCs w:val="20"/>
          <w:lang w:val="es-CO"/>
        </w:rPr>
        <w:t>Correo Electrónico.</w:t>
      </w:r>
    </w:p>
    <w:p w:rsidR="00E51036" w:rsidRDefault="00E51036" w:rsidP="005D658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Century Gothic" w:hAnsi="Century Gothic"/>
          <w:sz w:val="20"/>
          <w:szCs w:val="20"/>
          <w:lang w:val="es-CO"/>
        </w:rPr>
      </w:pPr>
      <w:r>
        <w:rPr>
          <w:rFonts w:ascii="Century Gothic" w:hAnsi="Century Gothic"/>
          <w:sz w:val="20"/>
          <w:szCs w:val="20"/>
          <w:lang w:val="es-CO"/>
        </w:rPr>
        <w:t>Cargo</w:t>
      </w:r>
    </w:p>
    <w:p w:rsidR="00095485" w:rsidRPr="00095485" w:rsidRDefault="00095485" w:rsidP="00095485">
      <w:pPr>
        <w:pStyle w:val="Prrafodelista"/>
        <w:numPr>
          <w:ilvl w:val="0"/>
          <w:numId w:val="23"/>
        </w:numPr>
        <w:spacing w:after="0" w:line="240" w:lineRule="auto"/>
        <w:contextualSpacing w:val="0"/>
        <w:rPr>
          <w:rFonts w:ascii="Century Gothic" w:hAnsi="Century Gothic"/>
          <w:sz w:val="20"/>
          <w:szCs w:val="20"/>
          <w:lang w:val="es-CO"/>
        </w:rPr>
      </w:pPr>
      <w:r w:rsidRPr="00095485">
        <w:rPr>
          <w:rFonts w:ascii="Century Gothic" w:hAnsi="Century Gothic"/>
          <w:sz w:val="20"/>
          <w:szCs w:val="20"/>
          <w:lang w:val="es-CO"/>
        </w:rPr>
        <w:t>Entidad que llama.</w:t>
      </w:r>
    </w:p>
    <w:p w:rsidR="00095485" w:rsidRPr="00095485" w:rsidRDefault="00095485" w:rsidP="00095485">
      <w:pPr>
        <w:jc w:val="both"/>
        <w:rPr>
          <w:rFonts w:ascii="Century Gothic" w:hAnsi="Century Gothic"/>
          <w:sz w:val="20"/>
          <w:szCs w:val="20"/>
          <w:lang w:val="es-CO"/>
        </w:rPr>
      </w:pPr>
    </w:p>
    <w:p w:rsidR="000842F6" w:rsidRPr="009E2961" w:rsidRDefault="000842F6" w:rsidP="00591F00">
      <w:pPr>
        <w:pStyle w:val="Prrafodelista"/>
        <w:tabs>
          <w:tab w:val="left" w:pos="460"/>
        </w:tabs>
        <w:spacing w:after="0" w:line="240" w:lineRule="auto"/>
        <w:ind w:left="0"/>
        <w:jc w:val="both"/>
        <w:rPr>
          <w:rFonts w:ascii="Century Gothic" w:hAnsi="Century Gothic"/>
          <w:bCs/>
          <w:color w:val="000000"/>
          <w:sz w:val="20"/>
          <w:szCs w:val="20"/>
          <w:lang w:val="es-CO"/>
        </w:rPr>
      </w:pPr>
    </w:p>
    <w:p w:rsidR="000842F6" w:rsidRPr="009E2961" w:rsidRDefault="000842F6" w:rsidP="000842F6">
      <w:pPr>
        <w:pStyle w:val="Prrafodelista"/>
        <w:tabs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b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lang w:val="es-CO"/>
        </w:rPr>
        <w:t xml:space="preserve">Validación de requerimiento: </w:t>
      </w:r>
    </w:p>
    <w:p w:rsidR="00576214" w:rsidRPr="009E2961" w:rsidRDefault="00576214" w:rsidP="000842F6">
      <w:pPr>
        <w:pStyle w:val="Prrafodelista"/>
        <w:tabs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b/>
          <w:sz w:val="20"/>
          <w:szCs w:val="20"/>
          <w:lang w:val="es-CO"/>
        </w:rPr>
      </w:pPr>
    </w:p>
    <w:p w:rsidR="000842F6" w:rsidRPr="009E2961" w:rsidRDefault="00FE4865" w:rsidP="00A257D7">
      <w:pPr>
        <w:pStyle w:val="Prrafodelista"/>
        <w:tabs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sz w:val="20"/>
          <w:szCs w:val="20"/>
          <w:lang w:val="es-CO"/>
        </w:rPr>
      </w:pPr>
      <w:r w:rsidRPr="009E2961">
        <w:rPr>
          <w:rFonts w:ascii="Century Gothic" w:hAnsi="Century Gothic"/>
          <w:sz w:val="20"/>
          <w:szCs w:val="20"/>
          <w:lang w:val="es-CO"/>
        </w:rPr>
        <w:t xml:space="preserve">Señor / Señora (XX) </w:t>
      </w:r>
      <w:r w:rsidR="00D91B35" w:rsidRPr="009E2961">
        <w:rPr>
          <w:rFonts w:ascii="Century Gothic" w:hAnsi="Century Gothic"/>
          <w:sz w:val="20"/>
          <w:szCs w:val="20"/>
          <w:lang w:val="es-CO"/>
        </w:rPr>
        <w:t>en que le puedo colaborar?</w:t>
      </w:r>
    </w:p>
    <w:p w:rsidR="00A257D7" w:rsidRPr="009E2961" w:rsidRDefault="00A257D7" w:rsidP="00A257D7">
      <w:pPr>
        <w:pStyle w:val="Prrafodelista"/>
        <w:tabs>
          <w:tab w:val="left" w:pos="851"/>
        </w:tabs>
        <w:spacing w:after="0" w:line="240" w:lineRule="auto"/>
        <w:ind w:left="0"/>
        <w:jc w:val="both"/>
        <w:rPr>
          <w:rFonts w:ascii="Century Gothic" w:hAnsi="Century Gothic" w:cs="Arial"/>
          <w:color w:val="000000"/>
          <w:sz w:val="20"/>
          <w:szCs w:val="20"/>
          <w:lang w:val="es-CO" w:eastAsia="es-CO"/>
        </w:rPr>
      </w:pPr>
    </w:p>
    <w:p w:rsidR="00581ECD" w:rsidRPr="009E2961" w:rsidRDefault="00581ECD" w:rsidP="00581ECD">
      <w:pPr>
        <w:pStyle w:val="Prrafodelista"/>
        <w:tabs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b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lang w:val="es-CO"/>
        </w:rPr>
        <w:t>Información de gestión:</w:t>
      </w:r>
    </w:p>
    <w:p w:rsidR="00581ECD" w:rsidRPr="009E2961" w:rsidRDefault="00581ECD" w:rsidP="00581ECD">
      <w:pPr>
        <w:pStyle w:val="Prrafodelista"/>
        <w:tabs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b/>
          <w:sz w:val="20"/>
          <w:szCs w:val="20"/>
          <w:lang w:val="es-CO"/>
        </w:rPr>
      </w:pPr>
    </w:p>
    <w:p w:rsidR="000F71F9" w:rsidRPr="009E2961" w:rsidRDefault="00581ECD" w:rsidP="00B75DF2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/>
          <w:b/>
          <w:sz w:val="20"/>
          <w:szCs w:val="20"/>
          <w:lang w:val="es-CO"/>
        </w:rPr>
      </w:pPr>
      <w:r w:rsidRPr="009E2961">
        <w:rPr>
          <w:rFonts w:ascii="Century Gothic" w:hAnsi="Century Gothic"/>
          <w:sz w:val="20"/>
          <w:szCs w:val="20"/>
          <w:lang w:val="es-CO"/>
        </w:rPr>
        <w:t xml:space="preserve">Señor / Señora (XX), </w:t>
      </w:r>
      <w:r w:rsidR="00256BC2" w:rsidRPr="009E2961">
        <w:rPr>
          <w:rFonts w:ascii="Century Gothic" w:hAnsi="Century Gothic"/>
          <w:sz w:val="20"/>
          <w:szCs w:val="20"/>
          <w:lang w:val="es-CO"/>
        </w:rPr>
        <w:t>da la información correspondiente a la pregunta.</w:t>
      </w:r>
    </w:p>
    <w:p w:rsidR="000F71F9" w:rsidRPr="009E2961" w:rsidRDefault="000F71F9" w:rsidP="006014C7">
      <w:pPr>
        <w:pStyle w:val="Prrafodelista"/>
        <w:tabs>
          <w:tab w:val="left" w:pos="709"/>
        </w:tabs>
        <w:spacing w:after="0" w:line="240" w:lineRule="auto"/>
        <w:ind w:left="0"/>
        <w:rPr>
          <w:rFonts w:ascii="Century Gothic" w:hAnsi="Century Gothic"/>
          <w:b/>
          <w:sz w:val="20"/>
          <w:szCs w:val="20"/>
          <w:lang w:val="es-CO"/>
        </w:rPr>
      </w:pPr>
    </w:p>
    <w:p w:rsidR="000F71F9" w:rsidRPr="009E2961" w:rsidRDefault="000F71F9" w:rsidP="006014C7">
      <w:pPr>
        <w:pStyle w:val="Prrafodelista"/>
        <w:tabs>
          <w:tab w:val="left" w:pos="709"/>
        </w:tabs>
        <w:spacing w:after="0" w:line="240" w:lineRule="auto"/>
        <w:ind w:left="0"/>
        <w:rPr>
          <w:rFonts w:ascii="Century Gothic" w:hAnsi="Century Gothic"/>
          <w:b/>
          <w:sz w:val="20"/>
          <w:szCs w:val="20"/>
          <w:lang w:val="es-CO"/>
        </w:rPr>
      </w:pPr>
    </w:p>
    <w:p w:rsidR="003A492C" w:rsidRPr="009E2961" w:rsidRDefault="00795AE0" w:rsidP="006014C7">
      <w:pPr>
        <w:pStyle w:val="Prrafodelista"/>
        <w:tabs>
          <w:tab w:val="left" w:pos="709"/>
        </w:tabs>
        <w:spacing w:after="0" w:line="240" w:lineRule="auto"/>
        <w:ind w:left="0"/>
        <w:rPr>
          <w:rFonts w:ascii="Century Gothic" w:hAnsi="Century Gothic"/>
          <w:b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lang w:val="es-CO"/>
        </w:rPr>
        <w:t>D</w:t>
      </w:r>
      <w:r w:rsidR="003A492C" w:rsidRPr="009E2961">
        <w:rPr>
          <w:rFonts w:ascii="Century Gothic" w:hAnsi="Century Gothic"/>
          <w:b/>
          <w:sz w:val="20"/>
          <w:szCs w:val="20"/>
          <w:lang w:val="es-CO"/>
        </w:rPr>
        <w:t>espedida:</w:t>
      </w:r>
    </w:p>
    <w:p w:rsidR="00576214" w:rsidRPr="002E1586" w:rsidRDefault="00576214" w:rsidP="006014C7">
      <w:pPr>
        <w:pStyle w:val="Prrafodelista"/>
        <w:tabs>
          <w:tab w:val="left" w:pos="709"/>
        </w:tabs>
        <w:spacing w:after="0" w:line="240" w:lineRule="auto"/>
        <w:ind w:left="0"/>
        <w:rPr>
          <w:rFonts w:ascii="Century Gothic" w:hAnsi="Century Gothic"/>
          <w:sz w:val="20"/>
          <w:szCs w:val="20"/>
          <w:lang w:val="es-CO" w:eastAsia="es-ES"/>
        </w:rPr>
      </w:pPr>
    </w:p>
    <w:p w:rsidR="00A863DA" w:rsidRPr="009E2961" w:rsidRDefault="00A863DA" w:rsidP="00A863DA">
      <w:pPr>
        <w:tabs>
          <w:tab w:val="left" w:pos="615"/>
        </w:tabs>
        <w:jc w:val="both"/>
        <w:rPr>
          <w:rFonts w:ascii="Century Gothic" w:hAnsi="Century Gothic"/>
          <w:sz w:val="20"/>
          <w:szCs w:val="20"/>
          <w:lang w:val="es-CO"/>
        </w:rPr>
      </w:pPr>
      <w:r w:rsidRPr="009E2961">
        <w:rPr>
          <w:rFonts w:ascii="Century Gothic" w:hAnsi="Century Gothic"/>
          <w:sz w:val="20"/>
          <w:szCs w:val="20"/>
          <w:lang w:val="es-CO"/>
        </w:rPr>
        <w:t>Gracias por comunicarse</w:t>
      </w:r>
      <w:r w:rsidR="002E1586">
        <w:rPr>
          <w:rFonts w:ascii="Century Gothic" w:hAnsi="Century Gothic"/>
          <w:sz w:val="20"/>
          <w:szCs w:val="20"/>
          <w:lang w:val="es-CO"/>
        </w:rPr>
        <w:t xml:space="preserve"> </w:t>
      </w:r>
      <w:r w:rsidR="002E1586" w:rsidRPr="002E1586">
        <w:rPr>
          <w:rFonts w:ascii="Century Gothic" w:hAnsi="Century Gothic"/>
          <w:sz w:val="20"/>
          <w:szCs w:val="20"/>
          <w:lang w:val="es-CO"/>
        </w:rPr>
        <w:t>con el Ministerio de Salud y Protección Social</w:t>
      </w:r>
      <w:r w:rsidR="001B69B2" w:rsidRPr="009E2961">
        <w:rPr>
          <w:rFonts w:ascii="Century Gothic" w:hAnsi="Century Gothic"/>
          <w:sz w:val="20"/>
          <w:szCs w:val="20"/>
          <w:lang w:val="es-CO"/>
        </w:rPr>
        <w:t>, l</w:t>
      </w:r>
      <w:r w:rsidRPr="009E2961">
        <w:rPr>
          <w:rFonts w:ascii="Century Gothic" w:hAnsi="Century Gothic"/>
          <w:sz w:val="20"/>
          <w:szCs w:val="20"/>
          <w:lang w:val="es-CO"/>
        </w:rPr>
        <w:t>e  puedo  ayudar  en  algo más?   Recuerde  que  habló  con XXXX (nombre  asesor).</w:t>
      </w:r>
    </w:p>
    <w:p w:rsidR="00A863DA" w:rsidRPr="009E2961" w:rsidRDefault="00A863DA" w:rsidP="00A863DA">
      <w:pPr>
        <w:autoSpaceDE w:val="0"/>
        <w:autoSpaceDN w:val="0"/>
        <w:adjustRightInd w:val="0"/>
        <w:jc w:val="both"/>
        <w:rPr>
          <w:rFonts w:ascii="Arial" w:hAnsi="Arial"/>
          <w:b/>
          <w:bCs/>
          <w:lang w:val="es-CO"/>
        </w:rPr>
      </w:pPr>
    </w:p>
    <w:p w:rsidR="00A257D7" w:rsidRPr="009E2961" w:rsidRDefault="00A257D7" w:rsidP="00A257D7">
      <w:pPr>
        <w:tabs>
          <w:tab w:val="left" w:pos="615"/>
        </w:tabs>
        <w:jc w:val="both"/>
        <w:rPr>
          <w:rFonts w:ascii="Century Gothic" w:hAnsi="Century Gothic"/>
          <w:sz w:val="20"/>
          <w:szCs w:val="20"/>
          <w:lang w:val="es-CO"/>
        </w:rPr>
      </w:pPr>
    </w:p>
    <w:p w:rsidR="00A863DA" w:rsidRPr="009E2961" w:rsidRDefault="00A863DA" w:rsidP="00A257D7">
      <w:pPr>
        <w:tabs>
          <w:tab w:val="left" w:pos="615"/>
        </w:tabs>
        <w:jc w:val="both"/>
        <w:rPr>
          <w:rFonts w:ascii="Century Gothic" w:hAnsi="Century Gothic"/>
          <w:sz w:val="20"/>
          <w:szCs w:val="20"/>
          <w:lang w:val="es-CO"/>
        </w:rPr>
      </w:pPr>
    </w:p>
    <w:p w:rsidR="00A863DA" w:rsidRPr="009E2961" w:rsidRDefault="00A863DA" w:rsidP="00A257D7">
      <w:pPr>
        <w:tabs>
          <w:tab w:val="left" w:pos="615"/>
        </w:tabs>
        <w:jc w:val="both"/>
        <w:rPr>
          <w:rFonts w:ascii="Century Gothic" w:hAnsi="Century Gothic"/>
          <w:sz w:val="20"/>
          <w:szCs w:val="20"/>
          <w:lang w:val="es-CO"/>
        </w:rPr>
      </w:pPr>
    </w:p>
    <w:p w:rsidR="00A863DA" w:rsidRPr="009E2961" w:rsidRDefault="00A863DA" w:rsidP="00A257D7">
      <w:pPr>
        <w:tabs>
          <w:tab w:val="left" w:pos="615"/>
        </w:tabs>
        <w:jc w:val="both"/>
        <w:rPr>
          <w:rFonts w:ascii="Century Gothic" w:hAnsi="Century Gothic"/>
          <w:sz w:val="20"/>
          <w:szCs w:val="20"/>
          <w:lang w:val="es-CO"/>
        </w:rPr>
      </w:pPr>
    </w:p>
    <w:p w:rsidR="00A863DA" w:rsidRPr="009E2961" w:rsidRDefault="00A863DA" w:rsidP="00A257D7">
      <w:pPr>
        <w:tabs>
          <w:tab w:val="left" w:pos="615"/>
        </w:tabs>
        <w:jc w:val="both"/>
        <w:rPr>
          <w:rFonts w:ascii="Century Gothic" w:hAnsi="Century Gothic"/>
          <w:sz w:val="20"/>
          <w:szCs w:val="20"/>
          <w:lang w:val="es-CO"/>
        </w:rPr>
      </w:pPr>
    </w:p>
    <w:p w:rsidR="001B69B2" w:rsidRPr="009E2961" w:rsidRDefault="001B69B2" w:rsidP="00A257D7">
      <w:pPr>
        <w:tabs>
          <w:tab w:val="left" w:pos="615"/>
        </w:tabs>
        <w:jc w:val="both"/>
        <w:rPr>
          <w:rFonts w:ascii="Century Gothic" w:hAnsi="Century Gothic"/>
          <w:sz w:val="20"/>
          <w:szCs w:val="20"/>
          <w:lang w:val="es-CO"/>
        </w:rPr>
      </w:pPr>
    </w:p>
    <w:p w:rsidR="00A863DA" w:rsidRPr="009E2961" w:rsidRDefault="00A863DA" w:rsidP="00A257D7">
      <w:pPr>
        <w:tabs>
          <w:tab w:val="left" w:pos="615"/>
        </w:tabs>
        <w:jc w:val="both"/>
        <w:rPr>
          <w:rFonts w:ascii="Century Gothic" w:hAnsi="Century Gothic"/>
          <w:sz w:val="20"/>
          <w:szCs w:val="20"/>
          <w:lang w:val="es-CO"/>
        </w:rPr>
      </w:pPr>
    </w:p>
    <w:p w:rsidR="00B030A4" w:rsidRPr="009E2961" w:rsidRDefault="00B030A4" w:rsidP="00A257D7">
      <w:pPr>
        <w:tabs>
          <w:tab w:val="left" w:pos="615"/>
        </w:tabs>
        <w:jc w:val="both"/>
        <w:rPr>
          <w:rFonts w:ascii="Century Gothic" w:hAnsi="Century Gothic"/>
          <w:sz w:val="20"/>
          <w:szCs w:val="20"/>
          <w:lang w:val="es-CO"/>
        </w:rPr>
      </w:pPr>
    </w:p>
    <w:p w:rsidR="00B030A4" w:rsidRPr="009E2961" w:rsidRDefault="00B030A4" w:rsidP="00A257D7">
      <w:pPr>
        <w:tabs>
          <w:tab w:val="left" w:pos="615"/>
        </w:tabs>
        <w:jc w:val="both"/>
        <w:rPr>
          <w:rFonts w:ascii="Century Gothic" w:hAnsi="Century Gothic"/>
          <w:sz w:val="20"/>
          <w:szCs w:val="20"/>
          <w:lang w:val="es-CO"/>
        </w:rPr>
      </w:pPr>
    </w:p>
    <w:p w:rsidR="00C03C22" w:rsidRPr="009E2961" w:rsidRDefault="00C03C22" w:rsidP="00A257D7">
      <w:pPr>
        <w:tabs>
          <w:tab w:val="left" w:pos="615"/>
        </w:tabs>
        <w:jc w:val="both"/>
        <w:rPr>
          <w:rFonts w:ascii="Century Gothic" w:hAnsi="Century Gothic"/>
          <w:sz w:val="20"/>
          <w:szCs w:val="20"/>
          <w:lang w:val="es-CO"/>
        </w:rPr>
      </w:pPr>
    </w:p>
    <w:p w:rsidR="00B75DF2" w:rsidRPr="009E2961" w:rsidRDefault="00B75DF2" w:rsidP="00A257D7">
      <w:pPr>
        <w:tabs>
          <w:tab w:val="left" w:pos="615"/>
        </w:tabs>
        <w:jc w:val="both"/>
        <w:rPr>
          <w:rFonts w:ascii="Century Gothic" w:hAnsi="Century Gothic"/>
          <w:sz w:val="20"/>
          <w:szCs w:val="20"/>
          <w:lang w:val="es-CO"/>
        </w:rPr>
      </w:pPr>
    </w:p>
    <w:p w:rsidR="00581ECD" w:rsidRPr="009E2961" w:rsidRDefault="00581ECD" w:rsidP="006014C7">
      <w:pPr>
        <w:rPr>
          <w:rFonts w:ascii="Century Gothic" w:hAnsi="Century Gothic"/>
          <w:sz w:val="20"/>
          <w:szCs w:val="20"/>
          <w:lang w:val="es-CO"/>
        </w:rPr>
      </w:pPr>
    </w:p>
    <w:p w:rsidR="00721436" w:rsidRDefault="00B75DF2" w:rsidP="002D4B9D">
      <w:pPr>
        <w:rPr>
          <w:rFonts w:ascii="Century Gothic" w:hAnsi="Century Gothic"/>
          <w:b/>
          <w:sz w:val="20"/>
          <w:szCs w:val="20"/>
          <w:u w:val="single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u w:val="single"/>
          <w:lang w:val="es-CO"/>
        </w:rPr>
        <w:t xml:space="preserve">3. </w:t>
      </w:r>
      <w:r w:rsidR="00721436" w:rsidRPr="009E2961">
        <w:rPr>
          <w:rFonts w:ascii="Century Gothic" w:hAnsi="Century Gothic"/>
          <w:b/>
          <w:sz w:val="20"/>
          <w:szCs w:val="20"/>
          <w:u w:val="single"/>
          <w:lang w:val="es-CO"/>
        </w:rPr>
        <w:t>GUION  PARA CHAT</w:t>
      </w:r>
    </w:p>
    <w:p w:rsidR="002D4B9D" w:rsidRPr="009E2961" w:rsidRDefault="002D4B9D" w:rsidP="002D4B9D">
      <w:pPr>
        <w:rPr>
          <w:rFonts w:ascii="Century Gothic" w:hAnsi="Century Gothic"/>
          <w:b/>
          <w:sz w:val="20"/>
          <w:szCs w:val="20"/>
          <w:u w:val="single"/>
          <w:lang w:val="es-CO"/>
        </w:rPr>
      </w:pPr>
    </w:p>
    <w:p w:rsidR="00721436" w:rsidRPr="009E2961" w:rsidRDefault="00721436" w:rsidP="006014C7">
      <w:pPr>
        <w:rPr>
          <w:rFonts w:ascii="Century Gothic" w:hAnsi="Century Gothic"/>
          <w:sz w:val="20"/>
          <w:szCs w:val="20"/>
          <w:lang w:val="es-CO"/>
        </w:rPr>
      </w:pPr>
    </w:p>
    <w:p w:rsidR="00721436" w:rsidRPr="009E2961" w:rsidRDefault="00721436" w:rsidP="00721436">
      <w:pPr>
        <w:pStyle w:val="Prrafodelista"/>
        <w:tabs>
          <w:tab w:val="left" w:pos="-284"/>
          <w:tab w:val="left" w:pos="851"/>
        </w:tabs>
        <w:spacing w:line="240" w:lineRule="auto"/>
        <w:ind w:left="0"/>
        <w:jc w:val="both"/>
        <w:rPr>
          <w:rFonts w:ascii="Century Gothic" w:hAnsi="Century Gothic"/>
          <w:b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lang w:val="es-CO"/>
        </w:rPr>
        <w:t>Saludo de bienvenida:</w:t>
      </w:r>
    </w:p>
    <w:p w:rsidR="00721436" w:rsidRPr="009E2961" w:rsidRDefault="00D60CF0" w:rsidP="00721436">
      <w:pPr>
        <w:pStyle w:val="Prrafodelista"/>
        <w:tabs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sz w:val="20"/>
          <w:szCs w:val="20"/>
          <w:lang w:val="es-CO"/>
        </w:rPr>
      </w:pPr>
      <w:r w:rsidRPr="002E1586">
        <w:rPr>
          <w:rFonts w:ascii="Century Gothic" w:hAnsi="Century Gothic"/>
          <w:sz w:val="20"/>
          <w:szCs w:val="20"/>
        </w:rPr>
        <w:t>Bienvenido al servicio en línea</w:t>
      </w:r>
      <w:r w:rsidR="002E1586" w:rsidRPr="002E1586">
        <w:rPr>
          <w:rFonts w:ascii="Century Gothic" w:hAnsi="Century Gothic"/>
          <w:sz w:val="20"/>
          <w:szCs w:val="20"/>
        </w:rPr>
        <w:t xml:space="preserve"> del</w:t>
      </w:r>
      <w:r w:rsidR="002E1586" w:rsidRPr="002E1586">
        <w:rPr>
          <w:rFonts w:ascii="Century Gothic" w:hAnsi="Century Gothic"/>
          <w:sz w:val="20"/>
          <w:szCs w:val="20"/>
          <w:lang w:val="es-CO"/>
        </w:rPr>
        <w:t xml:space="preserve"> Ministerio de Salud y Protección Social</w:t>
      </w:r>
      <w:r w:rsidRPr="009E2961">
        <w:rPr>
          <w:rStyle w:val="tkchatmsgsystemtext1"/>
          <w:rFonts w:ascii="Verdana" w:hAnsi="Verdana"/>
          <w:color w:val="auto"/>
          <w:sz w:val="20"/>
          <w:szCs w:val="20"/>
          <w:lang w:val="es-CO"/>
          <w:specVanish w:val="0"/>
        </w:rPr>
        <w:t xml:space="preserve"> </w:t>
      </w:r>
      <w:r w:rsidRPr="009E2961">
        <w:rPr>
          <w:rFonts w:ascii="Century Gothic" w:hAnsi="Century Gothic"/>
          <w:sz w:val="20"/>
          <w:szCs w:val="20"/>
          <w:lang w:val="es-CO"/>
        </w:rPr>
        <w:t>le atiende  XX (nombre  asesor).</w:t>
      </w:r>
    </w:p>
    <w:p w:rsidR="00B75DF2" w:rsidRPr="009E2961" w:rsidRDefault="00B75DF2" w:rsidP="00721436">
      <w:pPr>
        <w:pStyle w:val="Prrafodelista"/>
        <w:tabs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b/>
          <w:sz w:val="20"/>
          <w:szCs w:val="20"/>
          <w:lang w:val="es-CO"/>
        </w:rPr>
      </w:pPr>
    </w:p>
    <w:p w:rsidR="00721436" w:rsidRPr="009E2961" w:rsidRDefault="00721436" w:rsidP="00721436">
      <w:pPr>
        <w:pStyle w:val="Prrafodelista"/>
        <w:tabs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lang w:val="es-CO"/>
        </w:rPr>
        <w:t>Solicitud de información para el registro:</w:t>
      </w:r>
    </w:p>
    <w:p w:rsidR="00E56F58" w:rsidRPr="003C45EA" w:rsidRDefault="00D60CF0" w:rsidP="003C45EA">
      <w:pPr>
        <w:pStyle w:val="Prrafodelista"/>
        <w:tabs>
          <w:tab w:val="left" w:pos="0"/>
        </w:tabs>
        <w:ind w:left="0"/>
        <w:jc w:val="both"/>
        <w:rPr>
          <w:rFonts w:ascii="Century Gothic" w:hAnsi="Century Gothic"/>
          <w:sz w:val="20"/>
          <w:szCs w:val="20"/>
          <w:lang w:val="es-CO"/>
        </w:rPr>
      </w:pPr>
      <w:r w:rsidRPr="003C45EA">
        <w:rPr>
          <w:rFonts w:ascii="Century Gothic" w:hAnsi="Century Gothic"/>
          <w:sz w:val="20"/>
          <w:szCs w:val="20"/>
          <w:lang w:val="es-CO"/>
        </w:rPr>
        <w:t>E</w:t>
      </w:r>
      <w:r w:rsidR="00E56F58" w:rsidRPr="003C45EA">
        <w:rPr>
          <w:rFonts w:ascii="Century Gothic" w:hAnsi="Century Gothic"/>
          <w:sz w:val="20"/>
          <w:szCs w:val="20"/>
        </w:rPr>
        <w:t xml:space="preserve">s tan amable me indica </w:t>
      </w:r>
      <w:r w:rsidR="00BB0CD2">
        <w:rPr>
          <w:rFonts w:ascii="Century Gothic" w:hAnsi="Century Gothic"/>
          <w:sz w:val="20"/>
          <w:szCs w:val="20"/>
        </w:rPr>
        <w:t>la</w:t>
      </w:r>
      <w:r w:rsidR="00E56F58" w:rsidRPr="003C45EA">
        <w:rPr>
          <w:rFonts w:ascii="Century Gothic" w:hAnsi="Century Gothic"/>
          <w:sz w:val="20"/>
          <w:szCs w:val="20"/>
        </w:rPr>
        <w:t xml:space="preserve"> </w:t>
      </w:r>
      <w:r w:rsidR="00BB0CD2">
        <w:rPr>
          <w:rFonts w:ascii="Century Gothic" w:hAnsi="Century Gothic"/>
          <w:sz w:val="20"/>
          <w:szCs w:val="20"/>
        </w:rPr>
        <w:t xml:space="preserve">entidad, </w:t>
      </w:r>
      <w:r w:rsidR="00E56F58" w:rsidRPr="003C45EA">
        <w:rPr>
          <w:rFonts w:ascii="Century Gothic" w:hAnsi="Century Gothic"/>
          <w:sz w:val="20"/>
          <w:szCs w:val="20"/>
        </w:rPr>
        <w:t xml:space="preserve">nombre completo, </w:t>
      </w:r>
      <w:r w:rsidR="00BB0CD2">
        <w:rPr>
          <w:rFonts w:ascii="Century Gothic" w:hAnsi="Century Gothic"/>
          <w:sz w:val="20"/>
          <w:szCs w:val="20"/>
        </w:rPr>
        <w:t xml:space="preserve">correo electrónico, </w:t>
      </w:r>
      <w:r w:rsidR="00E56F58" w:rsidRPr="003C45EA">
        <w:rPr>
          <w:rFonts w:ascii="Century Gothic" w:hAnsi="Century Gothic"/>
          <w:sz w:val="20"/>
          <w:szCs w:val="20"/>
        </w:rPr>
        <w:t xml:space="preserve">número de </w:t>
      </w:r>
      <w:r w:rsidRPr="003C45EA">
        <w:rPr>
          <w:rFonts w:ascii="Century Gothic" w:hAnsi="Century Gothic"/>
          <w:sz w:val="20"/>
          <w:szCs w:val="20"/>
        </w:rPr>
        <w:t>teléfono</w:t>
      </w:r>
      <w:r w:rsidR="00BB0CD2">
        <w:rPr>
          <w:rFonts w:ascii="Century Gothic" w:hAnsi="Century Gothic"/>
          <w:sz w:val="20"/>
          <w:szCs w:val="20"/>
        </w:rPr>
        <w:t xml:space="preserve">, </w:t>
      </w:r>
      <w:r w:rsidR="00E56F58" w:rsidRPr="003C45EA">
        <w:rPr>
          <w:rFonts w:ascii="Century Gothic" w:hAnsi="Century Gothic"/>
          <w:sz w:val="20"/>
          <w:szCs w:val="20"/>
        </w:rPr>
        <w:t xml:space="preserve">de la cual se comunica. </w:t>
      </w:r>
    </w:p>
    <w:p w:rsidR="00B030A4" w:rsidRPr="009E2961" w:rsidRDefault="00B030A4" w:rsidP="00721436">
      <w:pPr>
        <w:pStyle w:val="Prrafodelista"/>
        <w:tabs>
          <w:tab w:val="left" w:pos="0"/>
        </w:tabs>
        <w:spacing w:after="0" w:line="240" w:lineRule="auto"/>
        <w:ind w:left="436"/>
        <w:rPr>
          <w:rFonts w:ascii="Century Gothic" w:hAnsi="Century Gothic"/>
          <w:sz w:val="20"/>
          <w:szCs w:val="20"/>
          <w:lang w:val="es-CO"/>
        </w:rPr>
      </w:pPr>
    </w:p>
    <w:p w:rsidR="00721436" w:rsidRPr="009E2961" w:rsidRDefault="00721436" w:rsidP="00721436">
      <w:pPr>
        <w:pStyle w:val="Prrafodelista"/>
        <w:tabs>
          <w:tab w:val="left" w:pos="-284"/>
          <w:tab w:val="left" w:pos="851"/>
        </w:tabs>
        <w:ind w:left="0"/>
        <w:jc w:val="both"/>
        <w:rPr>
          <w:rFonts w:ascii="Century Gothic" w:hAnsi="Century Gothic"/>
          <w:b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lang w:val="es-CO"/>
        </w:rPr>
        <w:t xml:space="preserve">Validación de requerimiento: </w:t>
      </w:r>
    </w:p>
    <w:p w:rsidR="00721436" w:rsidRPr="009E2961" w:rsidRDefault="00FE4865" w:rsidP="00721436">
      <w:pPr>
        <w:pStyle w:val="Prrafodelista"/>
        <w:tabs>
          <w:tab w:val="left" w:pos="-284"/>
          <w:tab w:val="left" w:pos="851"/>
        </w:tabs>
        <w:ind w:left="0"/>
        <w:jc w:val="both"/>
        <w:rPr>
          <w:rFonts w:ascii="Century Gothic" w:hAnsi="Century Gothic"/>
          <w:sz w:val="20"/>
          <w:szCs w:val="20"/>
          <w:lang w:val="es-CO"/>
        </w:rPr>
      </w:pPr>
      <w:r w:rsidRPr="009E2961">
        <w:rPr>
          <w:rFonts w:ascii="Century Gothic" w:hAnsi="Century Gothic"/>
          <w:sz w:val="20"/>
          <w:szCs w:val="20"/>
          <w:lang w:val="es-CO"/>
        </w:rPr>
        <w:t>Señor / Señora (XX)</w:t>
      </w:r>
      <w:r w:rsidR="003E1194" w:rsidRPr="003E1194">
        <w:rPr>
          <w:rFonts w:ascii="Century Gothic" w:hAnsi="Century Gothic"/>
          <w:sz w:val="20"/>
          <w:szCs w:val="20"/>
          <w:lang w:val="es-CO"/>
        </w:rPr>
        <w:t xml:space="preserve"> </w:t>
      </w:r>
      <w:r w:rsidR="003E1194" w:rsidRPr="009E2961">
        <w:rPr>
          <w:rFonts w:ascii="Century Gothic" w:hAnsi="Century Gothic"/>
          <w:sz w:val="20"/>
          <w:szCs w:val="20"/>
          <w:lang w:val="es-CO"/>
        </w:rPr>
        <w:t>(Señor apellido, Señora nombre)</w:t>
      </w:r>
      <w:r w:rsidR="00721436" w:rsidRPr="009E2961">
        <w:rPr>
          <w:rFonts w:ascii="Century Gothic" w:hAnsi="Century Gothic"/>
          <w:sz w:val="20"/>
          <w:szCs w:val="20"/>
          <w:lang w:val="es-CO"/>
        </w:rPr>
        <w:t>¿En qué le puedo colaborar?</w:t>
      </w:r>
    </w:p>
    <w:p w:rsidR="00721436" w:rsidRPr="009E2961" w:rsidRDefault="00721436" w:rsidP="00721436">
      <w:pPr>
        <w:pStyle w:val="Prrafodelista"/>
        <w:tabs>
          <w:tab w:val="left" w:pos="-284"/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sz w:val="20"/>
          <w:szCs w:val="20"/>
          <w:lang w:val="es-CO"/>
        </w:rPr>
      </w:pPr>
    </w:p>
    <w:p w:rsidR="00721436" w:rsidRPr="009E2961" w:rsidRDefault="00721436" w:rsidP="00721436">
      <w:pPr>
        <w:pStyle w:val="Prrafodelista"/>
        <w:tabs>
          <w:tab w:val="left" w:pos="-284"/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b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lang w:val="es-CO"/>
        </w:rPr>
        <w:t>Verificación de datos:</w:t>
      </w:r>
    </w:p>
    <w:p w:rsidR="00721436" w:rsidRPr="009E2961" w:rsidRDefault="00721436" w:rsidP="00721436">
      <w:pPr>
        <w:pStyle w:val="Prrafodelista"/>
        <w:tabs>
          <w:tab w:val="left" w:pos="-284"/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sz w:val="20"/>
          <w:szCs w:val="20"/>
          <w:lang w:val="es-CO"/>
        </w:rPr>
      </w:pPr>
      <w:r w:rsidRPr="009E2961">
        <w:rPr>
          <w:rFonts w:ascii="Century Gothic" w:hAnsi="Century Gothic"/>
          <w:sz w:val="20"/>
          <w:szCs w:val="20"/>
          <w:lang w:val="es-CO"/>
        </w:rPr>
        <w:t>Permítame un momento</w:t>
      </w:r>
      <w:r w:rsidR="00E56F58" w:rsidRPr="009E2961">
        <w:rPr>
          <w:rFonts w:ascii="Century Gothic" w:hAnsi="Century Gothic"/>
          <w:sz w:val="20"/>
          <w:szCs w:val="20"/>
          <w:lang w:val="es-CO"/>
        </w:rPr>
        <w:t>,</w:t>
      </w:r>
      <w:r w:rsidR="00B75DF2" w:rsidRPr="009E2961">
        <w:rPr>
          <w:rFonts w:ascii="Century Gothic" w:hAnsi="Century Gothic"/>
          <w:sz w:val="20"/>
          <w:szCs w:val="20"/>
          <w:lang w:val="es-CO"/>
        </w:rPr>
        <w:t xml:space="preserve"> </w:t>
      </w:r>
      <w:r w:rsidRPr="009E2961">
        <w:rPr>
          <w:rFonts w:ascii="Century Gothic" w:hAnsi="Century Gothic"/>
          <w:sz w:val="20"/>
          <w:szCs w:val="20"/>
          <w:lang w:val="es-CO"/>
        </w:rPr>
        <w:t xml:space="preserve"> v</w:t>
      </w:r>
      <w:r w:rsidR="00B75DF2" w:rsidRPr="009E2961">
        <w:rPr>
          <w:rFonts w:ascii="Century Gothic" w:hAnsi="Century Gothic"/>
          <w:sz w:val="20"/>
          <w:szCs w:val="20"/>
          <w:lang w:val="es-CO"/>
        </w:rPr>
        <w:t>oy</w:t>
      </w:r>
      <w:r w:rsidRPr="009E2961">
        <w:rPr>
          <w:rFonts w:ascii="Century Gothic" w:hAnsi="Century Gothic"/>
          <w:sz w:val="20"/>
          <w:szCs w:val="20"/>
          <w:lang w:val="es-CO"/>
        </w:rPr>
        <w:t xml:space="preserve"> a validar la información</w:t>
      </w:r>
      <w:r w:rsidR="00B75DF2" w:rsidRPr="009E2961">
        <w:rPr>
          <w:rFonts w:ascii="Century Gothic" w:hAnsi="Century Gothic"/>
          <w:sz w:val="20"/>
          <w:szCs w:val="20"/>
          <w:lang w:val="es-CO"/>
        </w:rPr>
        <w:t>.</w:t>
      </w:r>
    </w:p>
    <w:p w:rsidR="00721436" w:rsidRPr="009E2961" w:rsidRDefault="00721436" w:rsidP="00721436">
      <w:pPr>
        <w:pStyle w:val="Prrafodelista"/>
        <w:tabs>
          <w:tab w:val="left" w:pos="-284"/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color w:val="FF0000"/>
          <w:sz w:val="20"/>
          <w:szCs w:val="20"/>
          <w:lang w:val="es-CO"/>
        </w:rPr>
      </w:pPr>
    </w:p>
    <w:p w:rsidR="00721436" w:rsidRPr="009E2961" w:rsidRDefault="00721436" w:rsidP="00721436">
      <w:pPr>
        <w:pStyle w:val="Prrafodelista"/>
        <w:tabs>
          <w:tab w:val="left" w:pos="-284"/>
          <w:tab w:val="left" w:pos="851"/>
        </w:tabs>
        <w:spacing w:after="0" w:line="240" w:lineRule="auto"/>
        <w:ind w:left="0"/>
        <w:rPr>
          <w:rFonts w:ascii="Century Gothic" w:hAnsi="Century Gothic"/>
          <w:b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lang w:val="es-CO"/>
        </w:rPr>
        <w:t>Espera de consulta:</w:t>
      </w:r>
    </w:p>
    <w:p w:rsidR="00B75DF2" w:rsidRPr="009E2961" w:rsidRDefault="00721436" w:rsidP="00721436">
      <w:pPr>
        <w:pStyle w:val="Prrafodelista"/>
        <w:tabs>
          <w:tab w:val="left" w:pos="-284"/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i/>
          <w:sz w:val="20"/>
          <w:szCs w:val="20"/>
          <w:lang w:val="es-CO"/>
        </w:rPr>
      </w:pPr>
      <w:r w:rsidRPr="009E2961">
        <w:rPr>
          <w:rFonts w:ascii="Century Gothic" w:hAnsi="Century Gothic"/>
          <w:sz w:val="20"/>
          <w:szCs w:val="20"/>
          <w:lang w:val="es-CO"/>
        </w:rPr>
        <w:t xml:space="preserve">Señor / Señora </w:t>
      </w:r>
      <w:r w:rsidRPr="003E1194">
        <w:rPr>
          <w:rFonts w:ascii="Century Gothic" w:hAnsi="Century Gothic"/>
          <w:sz w:val="20"/>
          <w:szCs w:val="20"/>
          <w:lang w:val="es-CO"/>
        </w:rPr>
        <w:t>(Señor apellido, Señora nombre),</w:t>
      </w:r>
      <w:r w:rsidRPr="009E2961">
        <w:rPr>
          <w:rFonts w:ascii="Century Gothic" w:hAnsi="Century Gothic"/>
          <w:sz w:val="20"/>
          <w:szCs w:val="20"/>
          <w:lang w:val="es-CO"/>
        </w:rPr>
        <w:t xml:space="preserve"> est</w:t>
      </w:r>
      <w:r w:rsidR="00B75DF2" w:rsidRPr="009E2961">
        <w:rPr>
          <w:rFonts w:ascii="Century Gothic" w:hAnsi="Century Gothic"/>
          <w:sz w:val="20"/>
          <w:szCs w:val="20"/>
          <w:lang w:val="es-CO"/>
        </w:rPr>
        <w:t>oy</w:t>
      </w:r>
      <w:r w:rsidRPr="009E2961">
        <w:rPr>
          <w:rFonts w:ascii="Century Gothic" w:hAnsi="Century Gothic"/>
          <w:sz w:val="20"/>
          <w:szCs w:val="20"/>
          <w:lang w:val="es-CO"/>
        </w:rPr>
        <w:t xml:space="preserve"> validando la información, </w:t>
      </w:r>
      <w:r w:rsidRPr="009E2961">
        <w:rPr>
          <w:rFonts w:ascii="Century Gothic" w:hAnsi="Century Gothic"/>
          <w:i/>
          <w:sz w:val="20"/>
          <w:szCs w:val="20"/>
          <w:lang w:val="es-CO"/>
        </w:rPr>
        <w:t>(</w:t>
      </w:r>
      <w:r w:rsidR="00B75DF2" w:rsidRPr="009E2961">
        <w:rPr>
          <w:rFonts w:ascii="Century Gothic" w:hAnsi="Century Gothic"/>
          <w:i/>
          <w:sz w:val="20"/>
          <w:szCs w:val="20"/>
          <w:lang w:val="es-CO"/>
        </w:rPr>
        <w:t>consultar  info</w:t>
      </w:r>
      <w:r w:rsidRPr="009E2961">
        <w:rPr>
          <w:rFonts w:ascii="Century Gothic" w:hAnsi="Century Gothic"/>
          <w:i/>
          <w:sz w:val="20"/>
          <w:szCs w:val="20"/>
          <w:lang w:val="es-CO"/>
        </w:rPr>
        <w:t>rmación en la base de conocimiento</w:t>
      </w:r>
      <w:r w:rsidR="00B75DF2" w:rsidRPr="009E2961">
        <w:rPr>
          <w:rFonts w:ascii="Century Gothic" w:hAnsi="Century Gothic"/>
          <w:i/>
          <w:sz w:val="20"/>
          <w:szCs w:val="20"/>
          <w:lang w:val="es-CO"/>
        </w:rPr>
        <w:t>)</w:t>
      </w:r>
    </w:p>
    <w:p w:rsidR="00721436" w:rsidRPr="009E2961" w:rsidRDefault="00B75DF2" w:rsidP="00721436">
      <w:pPr>
        <w:pStyle w:val="Prrafodelista"/>
        <w:tabs>
          <w:tab w:val="left" w:pos="-284"/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sz w:val="20"/>
          <w:szCs w:val="20"/>
          <w:lang w:val="es-CO"/>
        </w:rPr>
      </w:pPr>
      <w:r w:rsidRPr="009E2961">
        <w:rPr>
          <w:rFonts w:ascii="Century Gothic" w:hAnsi="Century Gothic"/>
          <w:sz w:val="20"/>
          <w:szCs w:val="20"/>
          <w:lang w:val="es-CO"/>
        </w:rPr>
        <w:t xml:space="preserve"> </w:t>
      </w:r>
    </w:p>
    <w:p w:rsidR="00721436" w:rsidRPr="009E2961" w:rsidRDefault="00721436" w:rsidP="00B75DF2">
      <w:pPr>
        <w:pStyle w:val="Prrafodelista"/>
        <w:tabs>
          <w:tab w:val="left" w:pos="-284"/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b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lang w:val="es-CO"/>
        </w:rPr>
        <w:t>Retoma de la charla:</w:t>
      </w:r>
    </w:p>
    <w:p w:rsidR="00721436" w:rsidRPr="009E2961" w:rsidRDefault="00721436" w:rsidP="00721436">
      <w:pPr>
        <w:tabs>
          <w:tab w:val="left" w:pos="-284"/>
          <w:tab w:val="left" w:pos="851"/>
        </w:tabs>
        <w:rPr>
          <w:rFonts w:ascii="Century Gothic" w:hAnsi="Century Gothic"/>
          <w:sz w:val="20"/>
          <w:szCs w:val="20"/>
          <w:lang w:val="es-CO"/>
        </w:rPr>
      </w:pPr>
      <w:r w:rsidRPr="009E2961">
        <w:rPr>
          <w:rFonts w:ascii="Century Gothic" w:hAnsi="Century Gothic"/>
          <w:sz w:val="20"/>
          <w:szCs w:val="20"/>
          <w:lang w:val="es-CO"/>
        </w:rPr>
        <w:t>Gracias por su amable espera.</w:t>
      </w:r>
    </w:p>
    <w:p w:rsidR="00721436" w:rsidRPr="009E2961" w:rsidRDefault="00721436" w:rsidP="00721436">
      <w:pPr>
        <w:tabs>
          <w:tab w:val="left" w:pos="-284"/>
          <w:tab w:val="left" w:pos="851"/>
        </w:tabs>
        <w:rPr>
          <w:rFonts w:ascii="Century Gothic" w:hAnsi="Century Gothic"/>
          <w:sz w:val="20"/>
          <w:szCs w:val="20"/>
          <w:lang w:val="es-CO"/>
        </w:rPr>
      </w:pPr>
    </w:p>
    <w:p w:rsidR="00721436" w:rsidRPr="009E2961" w:rsidRDefault="00721436" w:rsidP="00B75DF2">
      <w:pPr>
        <w:pStyle w:val="Prrafodelista"/>
        <w:tabs>
          <w:tab w:val="left" w:pos="-284"/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b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lang w:val="es-CO"/>
        </w:rPr>
        <w:t>Respuesta y dialogo de aclaración:</w:t>
      </w:r>
    </w:p>
    <w:p w:rsidR="00721436" w:rsidRPr="009E2961" w:rsidRDefault="00721436" w:rsidP="00721436">
      <w:pPr>
        <w:pStyle w:val="Prrafodelista"/>
        <w:tabs>
          <w:tab w:val="left" w:pos="-284"/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i/>
          <w:sz w:val="20"/>
          <w:szCs w:val="20"/>
          <w:lang w:val="es-CO"/>
        </w:rPr>
      </w:pPr>
      <w:r w:rsidRPr="009E2961">
        <w:rPr>
          <w:rFonts w:ascii="Century Gothic" w:hAnsi="Century Gothic"/>
          <w:sz w:val="20"/>
          <w:szCs w:val="20"/>
          <w:lang w:val="es-CO"/>
        </w:rPr>
        <w:t xml:space="preserve">Señor / Señora </w:t>
      </w:r>
      <w:r w:rsidR="00B75DF2" w:rsidRPr="009E2961">
        <w:rPr>
          <w:rFonts w:ascii="Century Gothic" w:hAnsi="Century Gothic"/>
          <w:sz w:val="20"/>
          <w:szCs w:val="20"/>
          <w:lang w:val="es-CO"/>
        </w:rPr>
        <w:t xml:space="preserve"> XXX </w:t>
      </w:r>
      <w:r w:rsidRPr="009E2961">
        <w:rPr>
          <w:rFonts w:ascii="Century Gothic" w:hAnsi="Century Gothic"/>
          <w:sz w:val="20"/>
          <w:szCs w:val="20"/>
          <w:lang w:val="es-CO"/>
        </w:rPr>
        <w:t xml:space="preserve">(Señor apellido, Señora nombre), </w:t>
      </w:r>
      <w:r w:rsidRPr="009E2961">
        <w:rPr>
          <w:rFonts w:ascii="Century Gothic" w:hAnsi="Century Gothic"/>
          <w:i/>
          <w:sz w:val="20"/>
          <w:szCs w:val="20"/>
          <w:lang w:val="es-CO"/>
        </w:rPr>
        <w:t>(se brinda información)</w:t>
      </w:r>
    </w:p>
    <w:p w:rsidR="00B75DF2" w:rsidRPr="009E2961" w:rsidRDefault="00B75DF2" w:rsidP="00721436">
      <w:pPr>
        <w:pStyle w:val="Prrafodelista"/>
        <w:tabs>
          <w:tab w:val="left" w:pos="-284"/>
          <w:tab w:val="left" w:pos="851"/>
        </w:tabs>
        <w:spacing w:after="0" w:line="240" w:lineRule="auto"/>
        <w:ind w:left="0"/>
        <w:jc w:val="both"/>
        <w:rPr>
          <w:rFonts w:ascii="Century Gothic" w:hAnsi="Century Gothic"/>
          <w:i/>
          <w:sz w:val="20"/>
          <w:szCs w:val="20"/>
          <w:lang w:val="es-CO"/>
        </w:rPr>
      </w:pPr>
    </w:p>
    <w:p w:rsidR="00B75DF2" w:rsidRPr="009E2961" w:rsidRDefault="00B75DF2" w:rsidP="00B75DF2">
      <w:pPr>
        <w:pStyle w:val="Prrafodelista"/>
        <w:tabs>
          <w:tab w:val="left" w:pos="709"/>
        </w:tabs>
        <w:spacing w:after="0" w:line="240" w:lineRule="auto"/>
        <w:ind w:left="0"/>
        <w:rPr>
          <w:rFonts w:ascii="Century Gothic" w:hAnsi="Century Gothic"/>
          <w:b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lang w:val="es-CO"/>
        </w:rPr>
        <w:t>Despedida</w:t>
      </w:r>
    </w:p>
    <w:p w:rsidR="00A863DA" w:rsidRPr="009E2961" w:rsidRDefault="00A863DA" w:rsidP="00A863DA">
      <w:pPr>
        <w:tabs>
          <w:tab w:val="left" w:pos="615"/>
        </w:tabs>
        <w:jc w:val="both"/>
        <w:rPr>
          <w:rFonts w:ascii="Century Gothic" w:hAnsi="Century Gothic"/>
          <w:sz w:val="20"/>
          <w:szCs w:val="20"/>
          <w:lang w:val="es-CO"/>
        </w:rPr>
      </w:pPr>
      <w:r w:rsidRPr="009E2961">
        <w:rPr>
          <w:rFonts w:ascii="Century Gothic" w:hAnsi="Century Gothic"/>
          <w:sz w:val="20"/>
          <w:szCs w:val="20"/>
          <w:lang w:val="es-CO"/>
        </w:rPr>
        <w:t>Gracias por comunicarse</w:t>
      </w:r>
      <w:r w:rsidR="003C45EA">
        <w:rPr>
          <w:rFonts w:ascii="Century Gothic" w:hAnsi="Century Gothic"/>
          <w:sz w:val="20"/>
          <w:szCs w:val="20"/>
          <w:lang w:val="es-CO"/>
        </w:rPr>
        <w:t xml:space="preserve"> con el Ministerio de Salud y Protección Social</w:t>
      </w:r>
      <w:r w:rsidR="00C03C22" w:rsidRPr="009E2961">
        <w:rPr>
          <w:rFonts w:ascii="Century Gothic" w:hAnsi="Century Gothic"/>
          <w:sz w:val="20"/>
          <w:szCs w:val="20"/>
          <w:lang w:val="es-CO"/>
        </w:rPr>
        <w:t>, l</w:t>
      </w:r>
      <w:r w:rsidRPr="009E2961">
        <w:rPr>
          <w:rFonts w:ascii="Century Gothic" w:hAnsi="Century Gothic"/>
          <w:sz w:val="20"/>
          <w:szCs w:val="20"/>
          <w:lang w:val="es-CO"/>
        </w:rPr>
        <w:t xml:space="preserve">e  puedo  ayudar  en  algo más?   Recuerde  que  </w:t>
      </w:r>
      <w:r w:rsidR="00E56F58" w:rsidRPr="009E2961">
        <w:rPr>
          <w:rFonts w:ascii="Century Gothic" w:hAnsi="Century Gothic"/>
          <w:sz w:val="20"/>
          <w:szCs w:val="20"/>
          <w:lang w:val="es-CO"/>
        </w:rPr>
        <w:t>le atendió</w:t>
      </w:r>
      <w:r w:rsidRPr="009E2961">
        <w:rPr>
          <w:rFonts w:ascii="Century Gothic" w:hAnsi="Century Gothic"/>
          <w:sz w:val="20"/>
          <w:szCs w:val="20"/>
          <w:lang w:val="es-CO"/>
        </w:rPr>
        <w:t xml:space="preserve"> XXXX (nombre  asesor).</w:t>
      </w:r>
    </w:p>
    <w:p w:rsidR="00721436" w:rsidRPr="009E2961" w:rsidRDefault="00721436" w:rsidP="006014C7">
      <w:pPr>
        <w:rPr>
          <w:rFonts w:ascii="Century Gothic" w:hAnsi="Century Gothic"/>
          <w:i/>
          <w:sz w:val="20"/>
          <w:szCs w:val="20"/>
          <w:lang w:val="es-CO"/>
        </w:rPr>
      </w:pPr>
    </w:p>
    <w:p w:rsidR="00721436" w:rsidRPr="009E2961" w:rsidRDefault="00721436" w:rsidP="006014C7">
      <w:pPr>
        <w:rPr>
          <w:rFonts w:ascii="Century Gothic" w:hAnsi="Century Gothic"/>
          <w:sz w:val="20"/>
          <w:szCs w:val="20"/>
          <w:lang w:val="es-CO"/>
        </w:rPr>
      </w:pPr>
    </w:p>
    <w:p w:rsidR="00B75DF2" w:rsidRDefault="00B75DF2" w:rsidP="002D4B9D">
      <w:pPr>
        <w:rPr>
          <w:rFonts w:ascii="Century Gothic" w:hAnsi="Century Gothic"/>
          <w:b/>
          <w:sz w:val="20"/>
          <w:szCs w:val="20"/>
          <w:u w:val="single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u w:val="single"/>
          <w:lang w:val="es-CO"/>
        </w:rPr>
        <w:t>4. GUION  CORREO  ELECTRONICO</w:t>
      </w:r>
    </w:p>
    <w:p w:rsidR="002D4B9D" w:rsidRPr="009E2961" w:rsidRDefault="002D4B9D" w:rsidP="002D4B9D">
      <w:pPr>
        <w:rPr>
          <w:rFonts w:ascii="Century Gothic" w:hAnsi="Century Gothic"/>
          <w:b/>
          <w:sz w:val="20"/>
          <w:szCs w:val="20"/>
          <w:lang w:val="es-CO"/>
        </w:rPr>
      </w:pPr>
    </w:p>
    <w:p w:rsidR="00B75DF2" w:rsidRPr="009E2961" w:rsidRDefault="00B75DF2" w:rsidP="00B75DF2">
      <w:pPr>
        <w:jc w:val="center"/>
        <w:rPr>
          <w:rFonts w:ascii="Century Gothic" w:hAnsi="Century Gothic"/>
          <w:b/>
          <w:sz w:val="20"/>
          <w:szCs w:val="20"/>
          <w:lang w:val="es-CO"/>
        </w:rPr>
      </w:pPr>
    </w:p>
    <w:p w:rsidR="00D57CEC" w:rsidRPr="009E2961" w:rsidRDefault="00D57CEC" w:rsidP="005864D4">
      <w:pPr>
        <w:pStyle w:val="Prrafodelista"/>
        <w:tabs>
          <w:tab w:val="left" w:pos="0"/>
          <w:tab w:val="left" w:pos="851"/>
        </w:tabs>
        <w:ind w:left="0"/>
        <w:jc w:val="both"/>
        <w:rPr>
          <w:rFonts w:ascii="Century Gothic" w:hAnsi="Century Gothic"/>
          <w:b/>
          <w:color w:val="000000"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color w:val="000000"/>
          <w:sz w:val="20"/>
          <w:szCs w:val="20"/>
          <w:lang w:val="es-CO"/>
        </w:rPr>
        <w:t>Diálogo de Solicitud de Información:</w:t>
      </w:r>
    </w:p>
    <w:p w:rsidR="00D57CEC" w:rsidRPr="009E2961" w:rsidRDefault="00D57CEC" w:rsidP="00D57CEC">
      <w:pPr>
        <w:pStyle w:val="Prrafodelista"/>
        <w:tabs>
          <w:tab w:val="left" w:pos="-284"/>
          <w:tab w:val="left" w:pos="851"/>
        </w:tabs>
        <w:spacing w:after="0"/>
        <w:ind w:left="0"/>
        <w:jc w:val="both"/>
        <w:rPr>
          <w:rFonts w:ascii="Century Gothic" w:hAnsi="Century Gothic"/>
          <w:b/>
          <w:color w:val="000000"/>
          <w:sz w:val="20"/>
          <w:szCs w:val="20"/>
          <w:lang w:val="es-CO"/>
        </w:rPr>
      </w:pPr>
    </w:p>
    <w:p w:rsidR="00D57CEC" w:rsidRPr="009E2961" w:rsidRDefault="00D57CEC" w:rsidP="00D57CEC">
      <w:pPr>
        <w:pStyle w:val="Prrafodelista"/>
        <w:tabs>
          <w:tab w:val="left" w:pos="-284"/>
          <w:tab w:val="left" w:pos="851"/>
        </w:tabs>
        <w:spacing w:after="0"/>
        <w:ind w:left="0"/>
        <w:jc w:val="both"/>
        <w:rPr>
          <w:rFonts w:ascii="Century Gothic" w:hAnsi="Century Gothic"/>
          <w:b/>
          <w:color w:val="000000"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color w:val="000000"/>
          <w:sz w:val="20"/>
          <w:szCs w:val="20"/>
          <w:lang w:val="es-CO"/>
        </w:rPr>
        <w:t xml:space="preserve"> Saludo de bienvenida:</w:t>
      </w:r>
    </w:p>
    <w:p w:rsidR="00D57CEC" w:rsidRPr="009E2961" w:rsidRDefault="00D57CEC" w:rsidP="00D57CEC">
      <w:pPr>
        <w:pStyle w:val="Prrafodelista"/>
        <w:tabs>
          <w:tab w:val="left" w:pos="-284"/>
          <w:tab w:val="left" w:pos="851"/>
        </w:tabs>
        <w:spacing w:after="0"/>
        <w:ind w:left="284"/>
        <w:jc w:val="both"/>
        <w:rPr>
          <w:rFonts w:ascii="Century Gothic" w:hAnsi="Century Gothic"/>
          <w:b/>
          <w:color w:val="000000"/>
          <w:sz w:val="20"/>
          <w:szCs w:val="20"/>
          <w:lang w:val="es-CO"/>
        </w:rPr>
      </w:pPr>
    </w:p>
    <w:p w:rsidR="00D57CEC" w:rsidRPr="009E2961" w:rsidRDefault="00D57CEC" w:rsidP="00D57CEC">
      <w:pPr>
        <w:pStyle w:val="Prrafodelista"/>
        <w:ind w:left="436" w:firstLine="272"/>
        <w:jc w:val="both"/>
        <w:rPr>
          <w:rFonts w:ascii="Century Gothic" w:hAnsi="Century Gothic" w:cs="Arial"/>
          <w:sz w:val="20"/>
          <w:szCs w:val="20"/>
          <w:lang w:val="es-CO"/>
        </w:rPr>
      </w:pPr>
      <w:r w:rsidRPr="009E2961">
        <w:rPr>
          <w:rFonts w:ascii="Century Gothic" w:hAnsi="Century Gothic" w:cs="Arial"/>
          <w:sz w:val="20"/>
          <w:szCs w:val="20"/>
          <w:lang w:val="es-CO"/>
        </w:rPr>
        <w:t xml:space="preserve">Apreciado  Señor (a)  </w:t>
      </w:r>
    </w:p>
    <w:p w:rsidR="00D57CEC" w:rsidRPr="009E2961" w:rsidRDefault="00D57CEC" w:rsidP="00D57CEC">
      <w:pPr>
        <w:pStyle w:val="Prrafodelista"/>
        <w:ind w:left="436" w:firstLine="272"/>
        <w:jc w:val="both"/>
        <w:rPr>
          <w:rFonts w:ascii="Century Gothic" w:hAnsi="Century Gothic" w:cs="Arial"/>
          <w:sz w:val="20"/>
          <w:szCs w:val="20"/>
          <w:lang w:val="es-CO"/>
        </w:rPr>
      </w:pPr>
      <w:r w:rsidRPr="009E2961">
        <w:rPr>
          <w:rFonts w:ascii="Century Gothic" w:hAnsi="Century Gothic" w:cs="Arial"/>
          <w:sz w:val="20"/>
          <w:szCs w:val="20"/>
          <w:lang w:val="es-CO"/>
        </w:rPr>
        <w:lastRenderedPageBreak/>
        <w:t>&lt;&lt;NOMBRE APELLIDO&gt;&gt;</w:t>
      </w:r>
    </w:p>
    <w:p w:rsidR="00D57CEC" w:rsidRPr="009E2961" w:rsidRDefault="00D57CEC" w:rsidP="00D57CEC">
      <w:pPr>
        <w:pStyle w:val="Prrafodelista"/>
        <w:ind w:left="436" w:firstLine="272"/>
        <w:jc w:val="both"/>
        <w:rPr>
          <w:rFonts w:ascii="Century Gothic" w:hAnsi="Century Gothic" w:cs="Arial"/>
          <w:sz w:val="20"/>
          <w:szCs w:val="20"/>
          <w:lang w:val="es-CO"/>
        </w:rPr>
      </w:pPr>
      <w:r w:rsidRPr="009E2961">
        <w:rPr>
          <w:rFonts w:ascii="Century Gothic" w:hAnsi="Century Gothic" w:cs="Arial"/>
          <w:sz w:val="20"/>
          <w:szCs w:val="20"/>
          <w:lang w:val="es-CO"/>
        </w:rPr>
        <w:t>Ciudad</w:t>
      </w:r>
    </w:p>
    <w:p w:rsidR="00D57CEC" w:rsidRPr="009E2961" w:rsidRDefault="00D57CEC" w:rsidP="00D57CEC">
      <w:pPr>
        <w:pStyle w:val="Prrafodelista"/>
        <w:ind w:left="436"/>
        <w:jc w:val="both"/>
        <w:rPr>
          <w:rFonts w:ascii="Century Gothic" w:hAnsi="Century Gothic" w:cs="Arial"/>
          <w:sz w:val="20"/>
          <w:szCs w:val="20"/>
          <w:lang w:val="es-CO"/>
        </w:rPr>
      </w:pPr>
    </w:p>
    <w:p w:rsidR="00D57CEC" w:rsidRPr="009E2961" w:rsidRDefault="00D57CEC" w:rsidP="00D57CEC">
      <w:pPr>
        <w:pStyle w:val="Prrafodelista"/>
        <w:ind w:left="436" w:firstLine="272"/>
        <w:jc w:val="both"/>
        <w:rPr>
          <w:rFonts w:ascii="Century Gothic" w:hAnsi="Century Gothic" w:cs="Arial"/>
          <w:sz w:val="20"/>
          <w:szCs w:val="20"/>
          <w:lang w:val="es-CO"/>
        </w:rPr>
      </w:pPr>
      <w:r w:rsidRPr="009E2961">
        <w:rPr>
          <w:rFonts w:ascii="Century Gothic" w:hAnsi="Century Gothic" w:cs="Arial"/>
          <w:sz w:val="20"/>
          <w:szCs w:val="20"/>
          <w:lang w:val="es-CO"/>
        </w:rPr>
        <w:t xml:space="preserve">Reciba  un cordial saludo </w:t>
      </w:r>
    </w:p>
    <w:p w:rsidR="00D57CEC" w:rsidRPr="009E2961" w:rsidRDefault="00D57CEC" w:rsidP="00D57CEC">
      <w:pPr>
        <w:pStyle w:val="Prrafodelista"/>
        <w:spacing w:after="0" w:line="240" w:lineRule="auto"/>
        <w:ind w:left="284"/>
        <w:jc w:val="both"/>
        <w:rPr>
          <w:rFonts w:ascii="Century Gothic" w:hAnsi="Century Gothic"/>
          <w:sz w:val="20"/>
          <w:szCs w:val="20"/>
          <w:lang w:val="es-CO"/>
        </w:rPr>
      </w:pPr>
    </w:p>
    <w:p w:rsidR="00D57CEC" w:rsidRPr="009E2961" w:rsidRDefault="00D57CEC" w:rsidP="00D57CEC">
      <w:pPr>
        <w:pStyle w:val="Prrafodelista"/>
        <w:tabs>
          <w:tab w:val="left" w:pos="851"/>
        </w:tabs>
        <w:ind w:left="0"/>
        <w:jc w:val="both"/>
        <w:rPr>
          <w:rFonts w:ascii="Century Gothic" w:hAnsi="Century Gothic"/>
          <w:b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lang w:val="es-CO"/>
        </w:rPr>
        <w:t>Respuesta y diálogo de aclaración:</w:t>
      </w:r>
    </w:p>
    <w:p w:rsidR="00D57CEC" w:rsidRPr="009E2961" w:rsidRDefault="00D57CEC" w:rsidP="00D57CEC">
      <w:pPr>
        <w:ind w:left="709"/>
        <w:rPr>
          <w:rFonts w:ascii="Century Gothic" w:hAnsi="Century Gothic" w:cs="Arial"/>
          <w:i/>
          <w:sz w:val="20"/>
          <w:szCs w:val="20"/>
          <w:lang w:val="es-CO"/>
        </w:rPr>
      </w:pPr>
      <w:r w:rsidRPr="009E2961">
        <w:rPr>
          <w:rFonts w:ascii="Century Gothic" w:hAnsi="Century Gothic" w:cs="Arial"/>
          <w:i/>
          <w:sz w:val="20"/>
          <w:szCs w:val="20"/>
          <w:lang w:val="es-CO"/>
        </w:rPr>
        <w:t>&lt;&lt;Respuesta de la solicitud&gt;&gt;</w:t>
      </w:r>
    </w:p>
    <w:p w:rsidR="00D57CEC" w:rsidRPr="009E2961" w:rsidRDefault="00D57CEC" w:rsidP="00D57CEC">
      <w:pPr>
        <w:ind w:left="709"/>
        <w:jc w:val="both"/>
        <w:rPr>
          <w:rFonts w:ascii="Century Gothic" w:hAnsi="Century Gothic" w:cs="Arial"/>
          <w:i/>
          <w:sz w:val="20"/>
          <w:szCs w:val="20"/>
          <w:lang w:val="es-CO"/>
        </w:rPr>
      </w:pPr>
    </w:p>
    <w:p w:rsidR="00D57CEC" w:rsidRPr="009E2961" w:rsidRDefault="00D57CEC" w:rsidP="00D57CEC">
      <w:pPr>
        <w:ind w:left="709"/>
        <w:jc w:val="both"/>
        <w:rPr>
          <w:rFonts w:ascii="Century Gothic" w:hAnsi="Century Gothic" w:cs="Arial"/>
          <w:sz w:val="20"/>
          <w:szCs w:val="20"/>
          <w:lang w:val="es-CO"/>
        </w:rPr>
      </w:pPr>
      <w:r w:rsidRPr="009E2961">
        <w:rPr>
          <w:rFonts w:ascii="Century Gothic" w:hAnsi="Century Gothic" w:cs="Arial"/>
          <w:sz w:val="20"/>
          <w:szCs w:val="20"/>
          <w:lang w:val="es-CO"/>
        </w:rPr>
        <w:t>Esperamos con esta información haber resuelto su  requerimiento.</w:t>
      </w:r>
    </w:p>
    <w:p w:rsidR="00D57CEC" w:rsidRPr="009E2961" w:rsidRDefault="00D57CEC" w:rsidP="00D57CEC">
      <w:pPr>
        <w:ind w:left="709"/>
        <w:jc w:val="both"/>
        <w:rPr>
          <w:rFonts w:ascii="Century Gothic" w:hAnsi="Century Gothic" w:cs="Arial"/>
          <w:sz w:val="20"/>
          <w:szCs w:val="20"/>
          <w:lang w:val="es-CO"/>
        </w:rPr>
      </w:pPr>
    </w:p>
    <w:p w:rsidR="00D57CEC" w:rsidRPr="009E2961" w:rsidRDefault="00D57CEC" w:rsidP="00D57CEC">
      <w:pPr>
        <w:pStyle w:val="Prrafodelista"/>
        <w:tabs>
          <w:tab w:val="left" w:pos="709"/>
        </w:tabs>
        <w:spacing w:after="0" w:line="240" w:lineRule="auto"/>
        <w:ind w:left="0"/>
        <w:rPr>
          <w:rFonts w:ascii="Century Gothic" w:hAnsi="Century Gothic"/>
          <w:b/>
          <w:sz w:val="20"/>
          <w:szCs w:val="20"/>
          <w:lang w:val="es-CO"/>
        </w:rPr>
      </w:pPr>
      <w:r w:rsidRPr="009E2961">
        <w:rPr>
          <w:rFonts w:ascii="Century Gothic" w:hAnsi="Century Gothic"/>
          <w:b/>
          <w:sz w:val="20"/>
          <w:szCs w:val="20"/>
          <w:lang w:val="es-CO"/>
        </w:rPr>
        <w:t>Despedida:</w:t>
      </w:r>
    </w:p>
    <w:p w:rsidR="00C64491" w:rsidRPr="009E2961" w:rsidRDefault="00C64491" w:rsidP="00D57CEC">
      <w:pPr>
        <w:pStyle w:val="Prrafodelista"/>
        <w:tabs>
          <w:tab w:val="left" w:pos="709"/>
        </w:tabs>
        <w:spacing w:after="0" w:line="240" w:lineRule="auto"/>
        <w:ind w:left="0"/>
        <w:rPr>
          <w:rFonts w:ascii="Century Gothic" w:hAnsi="Century Gothic"/>
          <w:b/>
          <w:sz w:val="20"/>
          <w:szCs w:val="20"/>
          <w:lang w:val="es-CO"/>
        </w:rPr>
      </w:pPr>
    </w:p>
    <w:p w:rsidR="00356349" w:rsidRDefault="00D57CEC" w:rsidP="00356349">
      <w:pPr>
        <w:rPr>
          <w:lang w:val="es-CO"/>
        </w:rPr>
      </w:pPr>
      <w:r w:rsidRPr="009E2961">
        <w:rPr>
          <w:rFonts w:ascii="Century Gothic" w:hAnsi="Century Gothic" w:cs="Arial"/>
          <w:sz w:val="20"/>
          <w:szCs w:val="20"/>
          <w:lang w:val="es-CO"/>
        </w:rPr>
        <w:t>Gracias por comunicar</w:t>
      </w:r>
      <w:r w:rsidR="00C64491" w:rsidRPr="009E2961">
        <w:rPr>
          <w:rFonts w:ascii="Century Gothic" w:hAnsi="Century Gothic" w:cs="Arial"/>
          <w:sz w:val="20"/>
          <w:szCs w:val="20"/>
          <w:lang w:val="es-CO"/>
        </w:rPr>
        <w:t>se</w:t>
      </w:r>
      <w:r w:rsidR="003C45EA">
        <w:rPr>
          <w:rFonts w:ascii="Century Gothic" w:hAnsi="Century Gothic" w:cs="Arial"/>
          <w:sz w:val="20"/>
          <w:szCs w:val="20"/>
          <w:lang w:val="es-CO"/>
        </w:rPr>
        <w:t xml:space="preserve"> con el Ministerio de Salud y Protección Social</w:t>
      </w:r>
      <w:r w:rsidR="00C64491" w:rsidRPr="009E2961">
        <w:rPr>
          <w:rFonts w:ascii="Century Gothic" w:hAnsi="Century Gothic" w:cs="Arial"/>
          <w:sz w:val="20"/>
          <w:szCs w:val="20"/>
          <w:lang w:val="es-CO"/>
        </w:rPr>
        <w:t xml:space="preserve">.  Recuerde que nuestros teléfonos son: +57 (1) </w:t>
      </w:r>
      <w:r w:rsidR="00356349">
        <w:rPr>
          <w:rFonts w:ascii="Century Gothic" w:hAnsi="Century Gothic"/>
          <w:sz w:val="20"/>
          <w:szCs w:val="20"/>
          <w:highlight w:val="yellow"/>
          <w:lang w:val="es-CO"/>
        </w:rPr>
        <w:t>5953525</w:t>
      </w:r>
      <w:r w:rsidR="00356349">
        <w:rPr>
          <w:rFonts w:ascii="Century Gothic" w:hAnsi="Century Gothic"/>
          <w:sz w:val="20"/>
          <w:szCs w:val="20"/>
          <w:lang w:val="es-CO"/>
        </w:rPr>
        <w:t xml:space="preserve"> en Bogotá y </w:t>
      </w:r>
      <w:r w:rsidR="00356349">
        <w:rPr>
          <w:rFonts w:ascii="Century Gothic" w:hAnsi="Century Gothic"/>
          <w:sz w:val="20"/>
          <w:szCs w:val="20"/>
          <w:highlight w:val="yellow"/>
          <w:lang w:val="es-CO"/>
        </w:rPr>
        <w:t>018000 952525</w:t>
      </w:r>
      <w:r w:rsidR="00356349">
        <w:rPr>
          <w:rFonts w:ascii="Century Gothic" w:hAnsi="Century Gothic"/>
          <w:sz w:val="20"/>
          <w:szCs w:val="20"/>
          <w:lang w:val="es-CO"/>
        </w:rPr>
        <w:t xml:space="preserve"> en el resto del país.</w:t>
      </w:r>
    </w:p>
    <w:p w:rsidR="00356349" w:rsidRDefault="00356349" w:rsidP="00356349">
      <w:pPr>
        <w:rPr>
          <w:lang w:val="es-CO"/>
        </w:rPr>
      </w:pPr>
    </w:p>
    <w:p w:rsidR="00D57CEC" w:rsidRPr="009E2961" w:rsidRDefault="005864D4" w:rsidP="000D6446">
      <w:pPr>
        <w:jc w:val="both"/>
        <w:rPr>
          <w:rFonts w:ascii="Century Gothic" w:hAnsi="Century Gothic" w:cs="Arial"/>
          <w:sz w:val="20"/>
          <w:szCs w:val="20"/>
          <w:lang w:val="es-CO"/>
        </w:rPr>
      </w:pPr>
      <w:r>
        <w:rPr>
          <w:rFonts w:ascii="Century Gothic" w:hAnsi="Century Gothic" w:cs="Arial"/>
          <w:sz w:val="20"/>
          <w:szCs w:val="20"/>
          <w:lang w:val="es-CO"/>
        </w:rPr>
        <w:t xml:space="preserve"> </w:t>
      </w:r>
    </w:p>
    <w:sectPr w:rsidR="00D57CEC" w:rsidRPr="009E2961" w:rsidSect="000F0219">
      <w:headerReference w:type="default" r:id="rId9"/>
      <w:footerReference w:type="default" r:id="rId10"/>
      <w:pgSz w:w="12242" w:h="15842" w:code="1"/>
      <w:pgMar w:top="1417" w:right="1701" w:bottom="1417" w:left="1701" w:header="709" w:footer="941" w:gutter="0"/>
      <w:pgBorders w:offsetFrom="page">
        <w:top w:val="single" w:sz="12" w:space="24" w:color="1F497D"/>
        <w:left w:val="single" w:sz="12" w:space="24" w:color="1F497D"/>
        <w:bottom w:val="single" w:sz="12" w:space="24" w:color="1F497D"/>
        <w:right w:val="single" w:sz="12" w:space="24" w:color="1F497D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649" w:rsidRDefault="00A06649">
      <w:r>
        <w:separator/>
      </w:r>
    </w:p>
  </w:endnote>
  <w:endnote w:type="continuationSeparator" w:id="0">
    <w:p w:rsidR="00A06649" w:rsidRDefault="00A0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20B0502040204020203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Imago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27A" w:rsidRPr="00BB05EF" w:rsidRDefault="0061727A" w:rsidP="0003593E">
    <w:pPr>
      <w:pStyle w:val="Piedepgina"/>
      <w:rPr>
        <w:rFonts w:ascii="Century Gothic" w:hAnsi="Century Gothic"/>
        <w:color w:val="808080"/>
        <w:sz w:val="20"/>
        <w:szCs w:val="20"/>
      </w:rPr>
    </w:pPr>
    <w:r w:rsidRPr="001F6CA5">
      <w:rPr>
        <w:rFonts w:ascii="Century Gothic" w:hAnsi="Century Gothic"/>
        <w:color w:val="808080"/>
        <w:sz w:val="20"/>
        <w:szCs w:val="20"/>
      </w:rPr>
      <w:t xml:space="preserve">Guiones </w:t>
    </w:r>
    <w:r w:rsidR="005864D4">
      <w:rPr>
        <w:rFonts w:ascii="Century Gothic" w:hAnsi="Century Gothic"/>
        <w:color w:val="808080"/>
        <w:sz w:val="20"/>
        <w:szCs w:val="20"/>
      </w:rPr>
      <w:t>para temas de Supervivencia</w:t>
    </w:r>
    <w:r w:rsidRPr="001F6CA5">
      <w:rPr>
        <w:rFonts w:ascii="Century Gothic" w:hAnsi="Century Gothic"/>
        <w:color w:val="808080"/>
        <w:sz w:val="20"/>
        <w:szCs w:val="20"/>
      </w:rPr>
      <w:t xml:space="preserve">                                         </w:t>
    </w:r>
    <w:r w:rsidRPr="001F6CA5">
      <w:rPr>
        <w:rFonts w:ascii="Century Gothic" w:hAnsi="Century Gothic"/>
        <w:sz w:val="20"/>
        <w:szCs w:val="20"/>
      </w:rPr>
      <w:t xml:space="preserve">Página </w:t>
    </w:r>
    <w:r w:rsidR="00B904FB" w:rsidRPr="001F6CA5">
      <w:rPr>
        <w:rFonts w:ascii="Century Gothic" w:hAnsi="Century Gothic"/>
        <w:b/>
        <w:sz w:val="20"/>
        <w:szCs w:val="20"/>
      </w:rPr>
      <w:fldChar w:fldCharType="begin"/>
    </w:r>
    <w:r w:rsidRPr="001F6CA5">
      <w:rPr>
        <w:rFonts w:ascii="Century Gothic" w:hAnsi="Century Gothic"/>
        <w:b/>
        <w:sz w:val="20"/>
        <w:szCs w:val="20"/>
      </w:rPr>
      <w:instrText>PAGE</w:instrText>
    </w:r>
    <w:r w:rsidR="00B904FB" w:rsidRPr="001F6CA5">
      <w:rPr>
        <w:rFonts w:ascii="Century Gothic" w:hAnsi="Century Gothic"/>
        <w:b/>
        <w:sz w:val="20"/>
        <w:szCs w:val="20"/>
      </w:rPr>
      <w:fldChar w:fldCharType="separate"/>
    </w:r>
    <w:r w:rsidR="0025299B">
      <w:rPr>
        <w:rFonts w:ascii="Century Gothic" w:hAnsi="Century Gothic"/>
        <w:b/>
        <w:noProof/>
        <w:sz w:val="20"/>
        <w:szCs w:val="20"/>
      </w:rPr>
      <w:t>1</w:t>
    </w:r>
    <w:r w:rsidR="00B904FB" w:rsidRPr="001F6CA5">
      <w:rPr>
        <w:rFonts w:ascii="Century Gothic" w:hAnsi="Century Gothic"/>
        <w:b/>
        <w:sz w:val="20"/>
        <w:szCs w:val="20"/>
      </w:rPr>
      <w:fldChar w:fldCharType="end"/>
    </w:r>
    <w:r w:rsidRPr="001F6CA5">
      <w:rPr>
        <w:rFonts w:ascii="Century Gothic" w:hAnsi="Century Gothic"/>
        <w:sz w:val="20"/>
        <w:szCs w:val="20"/>
      </w:rPr>
      <w:t xml:space="preserve"> de</w:t>
    </w:r>
    <w:r w:rsidRPr="0003593E">
      <w:rPr>
        <w:sz w:val="20"/>
        <w:szCs w:val="20"/>
      </w:rPr>
      <w:t xml:space="preserve"> </w:t>
    </w:r>
    <w:r w:rsidR="00B904FB" w:rsidRPr="001F6CA5">
      <w:rPr>
        <w:rFonts w:ascii="Century Gothic" w:hAnsi="Century Gothic"/>
        <w:b/>
        <w:sz w:val="20"/>
        <w:szCs w:val="20"/>
      </w:rPr>
      <w:fldChar w:fldCharType="begin"/>
    </w:r>
    <w:r w:rsidRPr="001F6CA5">
      <w:rPr>
        <w:rFonts w:ascii="Century Gothic" w:hAnsi="Century Gothic"/>
        <w:b/>
        <w:sz w:val="20"/>
        <w:szCs w:val="20"/>
      </w:rPr>
      <w:instrText>NUMPAGES</w:instrText>
    </w:r>
    <w:r w:rsidR="00B904FB" w:rsidRPr="001F6CA5">
      <w:rPr>
        <w:rFonts w:ascii="Century Gothic" w:hAnsi="Century Gothic"/>
        <w:b/>
        <w:sz w:val="20"/>
        <w:szCs w:val="20"/>
      </w:rPr>
      <w:fldChar w:fldCharType="separate"/>
    </w:r>
    <w:r w:rsidR="0025299B">
      <w:rPr>
        <w:rFonts w:ascii="Century Gothic" w:hAnsi="Century Gothic"/>
        <w:b/>
        <w:noProof/>
        <w:sz w:val="20"/>
        <w:szCs w:val="20"/>
      </w:rPr>
      <w:t>3</w:t>
    </w:r>
    <w:r w:rsidR="00B904FB" w:rsidRPr="001F6CA5">
      <w:rPr>
        <w:rFonts w:ascii="Century Gothic" w:hAnsi="Century Gothic"/>
        <w:b/>
        <w:sz w:val="20"/>
        <w:szCs w:val="20"/>
      </w:rPr>
      <w:fldChar w:fldCharType="end"/>
    </w:r>
  </w:p>
  <w:p w:rsidR="0061727A" w:rsidRPr="00343CE1" w:rsidRDefault="0061727A" w:rsidP="00343CE1">
    <w:pPr>
      <w:pStyle w:val="Piedepgina"/>
      <w:jc w:val="center"/>
      <w:rPr>
        <w:rFonts w:ascii="Arial Narrow" w:hAnsi="Arial Narrow"/>
        <w:sz w:val="18"/>
        <w:szCs w:val="18"/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649" w:rsidRDefault="00A06649">
      <w:r>
        <w:separator/>
      </w:r>
    </w:p>
  </w:footnote>
  <w:footnote w:type="continuationSeparator" w:id="0">
    <w:p w:rsidR="00A06649" w:rsidRDefault="00A06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tblInd w:w="108" w:type="dxa"/>
      <w:tblLook w:val="01E0" w:firstRow="1" w:lastRow="1" w:firstColumn="1" w:lastColumn="1" w:noHBand="0" w:noVBand="0"/>
    </w:tblPr>
    <w:tblGrid>
      <w:gridCol w:w="1158"/>
      <w:gridCol w:w="3805"/>
      <w:gridCol w:w="4068"/>
    </w:tblGrid>
    <w:tr w:rsidR="005864D4" w:rsidTr="009D674F">
      <w:trPr>
        <w:trHeight w:val="1541"/>
      </w:trPr>
      <w:tc>
        <w:tcPr>
          <w:tcW w:w="1158" w:type="dxa"/>
        </w:tcPr>
        <w:p w:rsidR="005864D4" w:rsidRDefault="005864D4" w:rsidP="009D674F">
          <w:pPr>
            <w:pStyle w:val="Encabezado"/>
            <w:tabs>
              <w:tab w:val="center" w:pos="1134"/>
            </w:tabs>
          </w:pPr>
          <w:r>
            <w:rPr>
              <w:noProof/>
            </w:rPr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411480</wp:posOffset>
                </wp:positionV>
                <wp:extent cx="657860" cy="685800"/>
                <wp:effectExtent l="19050" t="0" r="8890" b="0"/>
                <wp:wrapNone/>
                <wp:docPr id="19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860" cy="685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805" w:type="dxa"/>
          <w:vAlign w:val="center"/>
        </w:tcPr>
        <w:p w:rsidR="005864D4" w:rsidRDefault="005864D4" w:rsidP="009D674F">
          <w:pPr>
            <w:pStyle w:val="Encabezado"/>
            <w:rPr>
              <w:rFonts w:ascii="Arial Narrow" w:hAnsi="Arial Narrow"/>
              <w:b/>
            </w:rPr>
          </w:pPr>
        </w:p>
        <w:p w:rsidR="005864D4" w:rsidRDefault="005864D4" w:rsidP="009D674F">
          <w:pPr>
            <w:pStyle w:val="Encabezado"/>
            <w:jc w:val="both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Ministerio de Salud y Protección Social</w:t>
          </w:r>
        </w:p>
        <w:p w:rsidR="005864D4" w:rsidRDefault="005864D4" w:rsidP="009D674F">
          <w:pPr>
            <w:pStyle w:val="Encabezado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sz w:val="20"/>
              <w:szCs w:val="20"/>
            </w:rPr>
            <w:t>República de Colombia</w:t>
          </w:r>
        </w:p>
      </w:tc>
      <w:tc>
        <w:tcPr>
          <w:tcW w:w="4068" w:type="dxa"/>
        </w:tcPr>
        <w:p w:rsidR="005864D4" w:rsidRDefault="005864D4" w:rsidP="009D674F">
          <w:pPr>
            <w:pStyle w:val="Encabezado"/>
            <w:jc w:val="right"/>
          </w:pPr>
        </w:p>
        <w:p w:rsidR="005864D4" w:rsidRDefault="005864D4" w:rsidP="009D674F">
          <w:pPr>
            <w:pStyle w:val="Encabezado"/>
            <w:jc w:val="right"/>
          </w:pPr>
        </w:p>
        <w:p w:rsidR="005864D4" w:rsidRDefault="005864D4" w:rsidP="009D674F">
          <w:pPr>
            <w:pStyle w:val="Encabezado"/>
            <w:jc w:val="center"/>
          </w:pPr>
          <w:r>
            <w:t xml:space="preserve">                          </w:t>
          </w:r>
          <w:r>
            <w:rPr>
              <w:noProof/>
            </w:rPr>
            <w:drawing>
              <wp:inline distT="0" distB="0" distL="0" distR="0">
                <wp:extent cx="904875" cy="628650"/>
                <wp:effectExtent l="19050" t="0" r="9525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1727A" w:rsidRDefault="0061727A" w:rsidP="005864D4">
    <w:pPr>
      <w:pStyle w:val="Encabezado"/>
      <w:tabs>
        <w:tab w:val="clear" w:pos="8504"/>
        <w:tab w:val="right" w:pos="61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04"/>
      </v:shape>
    </w:pict>
  </w:numPicBullet>
  <w:abstractNum w:abstractNumId="0">
    <w:nsid w:val="00B005A4"/>
    <w:multiLevelType w:val="hybridMultilevel"/>
    <w:tmpl w:val="2B362CC4"/>
    <w:lvl w:ilvl="0" w:tplc="92AAEC0C">
      <w:start w:val="1"/>
      <w:numFmt w:val="bullet"/>
      <w:lvlText w:val="-"/>
      <w:lvlJc w:val="left"/>
      <w:pPr>
        <w:ind w:left="1004" w:hanging="360"/>
      </w:pPr>
      <w:rPr>
        <w:rFonts w:ascii="Vrinda" w:hAnsi="Vrinda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FE86851"/>
    <w:multiLevelType w:val="hybridMultilevel"/>
    <w:tmpl w:val="6D143B98"/>
    <w:lvl w:ilvl="0" w:tplc="92AAEC0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83346"/>
    <w:multiLevelType w:val="hybridMultilevel"/>
    <w:tmpl w:val="DF04561A"/>
    <w:lvl w:ilvl="0" w:tplc="EF100302">
      <w:start w:val="6"/>
      <w:numFmt w:val="bullet"/>
      <w:lvlText w:val="-"/>
      <w:lvlJc w:val="left"/>
      <w:pPr>
        <w:ind w:left="1080" w:hanging="360"/>
      </w:pPr>
      <w:rPr>
        <w:rFonts w:ascii="Century Gothic" w:eastAsia="Batang" w:hAnsi="Century Gothic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635D26"/>
    <w:multiLevelType w:val="hybridMultilevel"/>
    <w:tmpl w:val="9C503E3C"/>
    <w:lvl w:ilvl="0" w:tplc="240A0019">
      <w:start w:val="1"/>
      <w:numFmt w:val="lowerLetter"/>
      <w:lvlText w:val="%1."/>
      <w:lvlJc w:val="left"/>
      <w:pPr>
        <w:ind w:left="1386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4">
    <w:nsid w:val="1D672FC5"/>
    <w:multiLevelType w:val="hybridMultilevel"/>
    <w:tmpl w:val="9AE4BB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E3750F"/>
    <w:multiLevelType w:val="hybridMultilevel"/>
    <w:tmpl w:val="10AA9690"/>
    <w:lvl w:ilvl="0" w:tplc="24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1E20586"/>
    <w:multiLevelType w:val="hybridMultilevel"/>
    <w:tmpl w:val="5B02C292"/>
    <w:lvl w:ilvl="0" w:tplc="C79A157A">
      <w:numFmt w:val="bullet"/>
      <w:lvlText w:val="-"/>
      <w:lvlJc w:val="left"/>
      <w:pPr>
        <w:ind w:left="720" w:hanging="360"/>
      </w:pPr>
      <w:rPr>
        <w:rFonts w:ascii="Century Gothic" w:eastAsia="Batang" w:hAnsi="Century Gothic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F4556C"/>
    <w:multiLevelType w:val="hybridMultilevel"/>
    <w:tmpl w:val="A9CA36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04DD0"/>
    <w:multiLevelType w:val="hybridMultilevel"/>
    <w:tmpl w:val="AAF026D4"/>
    <w:lvl w:ilvl="0" w:tplc="240A000B">
      <w:start w:val="1"/>
      <w:numFmt w:val="bullet"/>
      <w:lvlText w:val=""/>
      <w:lvlJc w:val="left"/>
      <w:pPr>
        <w:ind w:left="393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9">
    <w:nsid w:val="24144D48"/>
    <w:multiLevelType w:val="hybridMultilevel"/>
    <w:tmpl w:val="3442172A"/>
    <w:lvl w:ilvl="0" w:tplc="24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47302B3"/>
    <w:multiLevelType w:val="hybridMultilevel"/>
    <w:tmpl w:val="6170954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7D12B4"/>
    <w:multiLevelType w:val="hybridMultilevel"/>
    <w:tmpl w:val="884E7E38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A94A6A"/>
    <w:multiLevelType w:val="hybridMultilevel"/>
    <w:tmpl w:val="2992300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ADD173F"/>
    <w:multiLevelType w:val="hybridMultilevel"/>
    <w:tmpl w:val="068EE366"/>
    <w:lvl w:ilvl="0" w:tplc="240A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4">
    <w:nsid w:val="32B86D99"/>
    <w:multiLevelType w:val="hybridMultilevel"/>
    <w:tmpl w:val="48CAF534"/>
    <w:lvl w:ilvl="0" w:tplc="240A0007">
      <w:start w:val="1"/>
      <w:numFmt w:val="bullet"/>
      <w:lvlText w:val=""/>
      <w:lvlPicBulletId w:val="0"/>
      <w:lvlJc w:val="left"/>
      <w:pPr>
        <w:ind w:left="1779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>
    <w:nsid w:val="39D67E0F"/>
    <w:multiLevelType w:val="hybridMultilevel"/>
    <w:tmpl w:val="AE08FD98"/>
    <w:lvl w:ilvl="0" w:tplc="92AAEC0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4A6881"/>
    <w:multiLevelType w:val="hybridMultilevel"/>
    <w:tmpl w:val="87E6023A"/>
    <w:lvl w:ilvl="0" w:tplc="240A0007">
      <w:start w:val="1"/>
      <w:numFmt w:val="bullet"/>
      <w:lvlText w:val=""/>
      <w:lvlPicBulletId w:val="0"/>
      <w:lvlJc w:val="left"/>
      <w:pPr>
        <w:ind w:left="19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5D37A9A"/>
    <w:multiLevelType w:val="hybridMultilevel"/>
    <w:tmpl w:val="F662CED6"/>
    <w:lvl w:ilvl="0" w:tplc="240A0007">
      <w:start w:val="1"/>
      <w:numFmt w:val="bullet"/>
      <w:lvlText w:val=""/>
      <w:lvlPicBulletId w:val="0"/>
      <w:lvlJc w:val="left"/>
      <w:pPr>
        <w:ind w:left="5321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705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777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849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921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993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1065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1137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12095" w:hanging="360"/>
      </w:pPr>
      <w:rPr>
        <w:rFonts w:ascii="Wingdings" w:hAnsi="Wingdings" w:hint="default"/>
      </w:rPr>
    </w:lvl>
  </w:abstractNum>
  <w:abstractNum w:abstractNumId="18">
    <w:nsid w:val="47DF764D"/>
    <w:multiLevelType w:val="hybridMultilevel"/>
    <w:tmpl w:val="7304C65C"/>
    <w:lvl w:ilvl="0" w:tplc="240A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0D3764"/>
    <w:multiLevelType w:val="hybridMultilevel"/>
    <w:tmpl w:val="AAD074F8"/>
    <w:lvl w:ilvl="0" w:tplc="5516944C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7B3339E"/>
    <w:multiLevelType w:val="hybridMultilevel"/>
    <w:tmpl w:val="F112EEF8"/>
    <w:lvl w:ilvl="0" w:tplc="92AAEC0C">
      <w:start w:val="1"/>
      <w:numFmt w:val="bullet"/>
      <w:lvlText w:val="-"/>
      <w:lvlJc w:val="left"/>
      <w:pPr>
        <w:ind w:left="1004" w:hanging="360"/>
      </w:pPr>
      <w:rPr>
        <w:rFonts w:ascii="Vrinda" w:hAnsi="Vrinda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9167725"/>
    <w:multiLevelType w:val="hybridMultilevel"/>
    <w:tmpl w:val="392E0148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527A85"/>
    <w:multiLevelType w:val="hybridMultilevel"/>
    <w:tmpl w:val="2362A74E"/>
    <w:lvl w:ilvl="0" w:tplc="92AAEC0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54702B"/>
    <w:multiLevelType w:val="hybridMultilevel"/>
    <w:tmpl w:val="EBFE263E"/>
    <w:lvl w:ilvl="0" w:tplc="92AAEC0C">
      <w:start w:val="1"/>
      <w:numFmt w:val="bullet"/>
      <w:lvlText w:val="-"/>
      <w:lvlJc w:val="left"/>
      <w:pPr>
        <w:ind w:left="754" w:hanging="360"/>
      </w:pPr>
      <w:rPr>
        <w:rFonts w:ascii="Vrinda" w:hAnsi="Vrinda" w:hint="default"/>
      </w:rPr>
    </w:lvl>
    <w:lvl w:ilvl="1" w:tplc="0C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>
    <w:nsid w:val="5BD825AE"/>
    <w:multiLevelType w:val="hybridMultilevel"/>
    <w:tmpl w:val="64F2F008"/>
    <w:lvl w:ilvl="0" w:tplc="92AAEC0C">
      <w:start w:val="1"/>
      <w:numFmt w:val="bullet"/>
      <w:lvlText w:val="-"/>
      <w:lvlJc w:val="left"/>
      <w:pPr>
        <w:ind w:left="1004" w:hanging="360"/>
      </w:pPr>
      <w:rPr>
        <w:rFonts w:ascii="Vrinda" w:hAnsi="Vrinda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BDC4097"/>
    <w:multiLevelType w:val="hybridMultilevel"/>
    <w:tmpl w:val="5E8CB3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AF7B93"/>
    <w:multiLevelType w:val="multilevel"/>
    <w:tmpl w:val="2CA643C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7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520"/>
      </w:pPr>
      <w:rPr>
        <w:rFonts w:hint="default"/>
      </w:rPr>
    </w:lvl>
  </w:abstractNum>
  <w:abstractNum w:abstractNumId="27">
    <w:nsid w:val="5CF4370B"/>
    <w:multiLevelType w:val="hybridMultilevel"/>
    <w:tmpl w:val="A79802D0"/>
    <w:lvl w:ilvl="0" w:tplc="DA0469EA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395" w:hanging="360"/>
      </w:pPr>
    </w:lvl>
    <w:lvl w:ilvl="2" w:tplc="240A001B">
      <w:start w:val="1"/>
      <w:numFmt w:val="lowerRoman"/>
      <w:lvlText w:val="%3."/>
      <w:lvlJc w:val="right"/>
      <w:pPr>
        <w:ind w:left="2115" w:hanging="180"/>
      </w:pPr>
    </w:lvl>
    <w:lvl w:ilvl="3" w:tplc="240A000F" w:tentative="1">
      <w:start w:val="1"/>
      <w:numFmt w:val="decimal"/>
      <w:lvlText w:val="%4."/>
      <w:lvlJc w:val="left"/>
      <w:pPr>
        <w:ind w:left="2835" w:hanging="360"/>
      </w:pPr>
    </w:lvl>
    <w:lvl w:ilvl="4" w:tplc="240A0019" w:tentative="1">
      <w:start w:val="1"/>
      <w:numFmt w:val="lowerLetter"/>
      <w:lvlText w:val="%5."/>
      <w:lvlJc w:val="left"/>
      <w:pPr>
        <w:ind w:left="3555" w:hanging="360"/>
      </w:pPr>
    </w:lvl>
    <w:lvl w:ilvl="5" w:tplc="240A001B" w:tentative="1">
      <w:start w:val="1"/>
      <w:numFmt w:val="lowerRoman"/>
      <w:lvlText w:val="%6."/>
      <w:lvlJc w:val="right"/>
      <w:pPr>
        <w:ind w:left="4275" w:hanging="180"/>
      </w:pPr>
    </w:lvl>
    <w:lvl w:ilvl="6" w:tplc="240A000F" w:tentative="1">
      <w:start w:val="1"/>
      <w:numFmt w:val="decimal"/>
      <w:lvlText w:val="%7."/>
      <w:lvlJc w:val="left"/>
      <w:pPr>
        <w:ind w:left="4995" w:hanging="360"/>
      </w:pPr>
    </w:lvl>
    <w:lvl w:ilvl="7" w:tplc="240A0019" w:tentative="1">
      <w:start w:val="1"/>
      <w:numFmt w:val="lowerLetter"/>
      <w:lvlText w:val="%8."/>
      <w:lvlJc w:val="left"/>
      <w:pPr>
        <w:ind w:left="5715" w:hanging="360"/>
      </w:pPr>
    </w:lvl>
    <w:lvl w:ilvl="8" w:tplc="240A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8">
    <w:nsid w:val="5ED25C79"/>
    <w:multiLevelType w:val="hybridMultilevel"/>
    <w:tmpl w:val="E52C5066"/>
    <w:lvl w:ilvl="0" w:tplc="2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97165"/>
    <w:multiLevelType w:val="multilevel"/>
    <w:tmpl w:val="BB541BB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60"/>
        </w:tabs>
        <w:ind w:left="720" w:hanging="380"/>
      </w:pPr>
      <w:rPr>
        <w:rFonts w:cs="Times New Roman"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0">
    <w:nsid w:val="6B8A5AFC"/>
    <w:multiLevelType w:val="hybridMultilevel"/>
    <w:tmpl w:val="71C4F72A"/>
    <w:lvl w:ilvl="0" w:tplc="240A0007">
      <w:start w:val="1"/>
      <w:numFmt w:val="bullet"/>
      <w:lvlText w:val=""/>
      <w:lvlPicBulletId w:val="0"/>
      <w:lvlJc w:val="left"/>
      <w:pPr>
        <w:ind w:left="657" w:hanging="360"/>
      </w:pPr>
      <w:rPr>
        <w:rFonts w:ascii="Symbol" w:hAnsi="Symbol" w:hint="default"/>
      </w:rPr>
    </w:lvl>
    <w:lvl w:ilvl="1" w:tplc="0C0A0019">
      <w:start w:val="1"/>
      <w:numFmt w:val="bullet"/>
      <w:lvlText w:val="o"/>
      <w:lvlJc w:val="left"/>
      <w:pPr>
        <w:ind w:left="1377" w:hanging="360"/>
      </w:pPr>
      <w:rPr>
        <w:rFonts w:ascii="Courier New" w:hAnsi="Courier New" w:hint="default"/>
      </w:rPr>
    </w:lvl>
    <w:lvl w:ilvl="2" w:tplc="0C0A001B" w:tentative="1">
      <w:start w:val="1"/>
      <w:numFmt w:val="bullet"/>
      <w:lvlText w:val=""/>
      <w:lvlJc w:val="left"/>
      <w:pPr>
        <w:ind w:left="2097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17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537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ind w:left="4257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4977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697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ind w:left="6417" w:hanging="360"/>
      </w:pPr>
      <w:rPr>
        <w:rFonts w:ascii="Wingdings" w:hAnsi="Wingdings" w:hint="default"/>
      </w:rPr>
    </w:lvl>
  </w:abstractNum>
  <w:abstractNum w:abstractNumId="31">
    <w:nsid w:val="6BCE18D8"/>
    <w:multiLevelType w:val="hybridMultilevel"/>
    <w:tmpl w:val="375AC0F0"/>
    <w:lvl w:ilvl="0" w:tplc="240A0007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>
    <w:nsid w:val="6C1D5330"/>
    <w:multiLevelType w:val="hybridMultilevel"/>
    <w:tmpl w:val="A7C6C6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476DD6"/>
    <w:multiLevelType w:val="multilevel"/>
    <w:tmpl w:val="DF88139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709C55FA"/>
    <w:multiLevelType w:val="multilevel"/>
    <w:tmpl w:val="200822C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470A17"/>
    <w:multiLevelType w:val="hybridMultilevel"/>
    <w:tmpl w:val="4C7451DA"/>
    <w:lvl w:ilvl="0" w:tplc="240A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46648FB"/>
    <w:multiLevelType w:val="hybridMultilevel"/>
    <w:tmpl w:val="D34470A4"/>
    <w:lvl w:ilvl="0" w:tplc="0C0A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BF666D3"/>
    <w:multiLevelType w:val="hybridMultilevel"/>
    <w:tmpl w:val="DAA0B3EE"/>
    <w:lvl w:ilvl="0" w:tplc="92AAEC0C">
      <w:start w:val="1"/>
      <w:numFmt w:val="bullet"/>
      <w:lvlText w:val="-"/>
      <w:lvlJc w:val="left"/>
      <w:pPr>
        <w:ind w:left="1920" w:hanging="360"/>
      </w:pPr>
      <w:rPr>
        <w:rFonts w:ascii="Vrinda" w:hAnsi="Vrinda" w:hint="default"/>
      </w:rPr>
    </w:lvl>
    <w:lvl w:ilvl="1" w:tplc="0C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0"/>
  </w:num>
  <w:num w:numId="3">
    <w:abstractNumId w:val="18"/>
  </w:num>
  <w:num w:numId="4">
    <w:abstractNumId w:val="10"/>
  </w:num>
  <w:num w:numId="5">
    <w:abstractNumId w:val="5"/>
  </w:num>
  <w:num w:numId="6">
    <w:abstractNumId w:val="27"/>
  </w:num>
  <w:num w:numId="7">
    <w:abstractNumId w:val="3"/>
  </w:num>
  <w:num w:numId="8">
    <w:abstractNumId w:val="9"/>
  </w:num>
  <w:num w:numId="9">
    <w:abstractNumId w:val="11"/>
  </w:num>
  <w:num w:numId="10">
    <w:abstractNumId w:val="26"/>
  </w:num>
  <w:num w:numId="11">
    <w:abstractNumId w:val="1"/>
  </w:num>
  <w:num w:numId="12">
    <w:abstractNumId w:val="22"/>
  </w:num>
  <w:num w:numId="13">
    <w:abstractNumId w:val="0"/>
  </w:num>
  <w:num w:numId="14">
    <w:abstractNumId w:val="20"/>
  </w:num>
  <w:num w:numId="15">
    <w:abstractNumId w:val="24"/>
  </w:num>
  <w:num w:numId="16">
    <w:abstractNumId w:val="34"/>
  </w:num>
  <w:num w:numId="17">
    <w:abstractNumId w:val="33"/>
  </w:num>
  <w:num w:numId="18">
    <w:abstractNumId w:val="37"/>
  </w:num>
  <w:num w:numId="19">
    <w:abstractNumId w:val="23"/>
  </w:num>
  <w:num w:numId="20">
    <w:abstractNumId w:val="15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12"/>
  </w:num>
  <w:num w:numId="24">
    <w:abstractNumId w:val="6"/>
  </w:num>
  <w:num w:numId="25">
    <w:abstractNumId w:val="16"/>
  </w:num>
  <w:num w:numId="26">
    <w:abstractNumId w:val="14"/>
  </w:num>
  <w:num w:numId="27">
    <w:abstractNumId w:val="36"/>
  </w:num>
  <w:num w:numId="28">
    <w:abstractNumId w:val="31"/>
  </w:num>
  <w:num w:numId="29">
    <w:abstractNumId w:val="28"/>
  </w:num>
  <w:num w:numId="30">
    <w:abstractNumId w:val="35"/>
  </w:num>
  <w:num w:numId="31">
    <w:abstractNumId w:val="19"/>
  </w:num>
  <w:num w:numId="32">
    <w:abstractNumId w:val="17"/>
  </w:num>
  <w:num w:numId="33">
    <w:abstractNumId w:val="8"/>
  </w:num>
  <w:num w:numId="34">
    <w:abstractNumId w:val="13"/>
  </w:num>
  <w:num w:numId="35">
    <w:abstractNumId w:val="7"/>
  </w:num>
  <w:num w:numId="36">
    <w:abstractNumId w:val="32"/>
  </w:num>
  <w:num w:numId="37">
    <w:abstractNumId w:val="2"/>
  </w:num>
  <w:num w:numId="3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8E"/>
    <w:rsid w:val="0000050C"/>
    <w:rsid w:val="00000886"/>
    <w:rsid w:val="00001351"/>
    <w:rsid w:val="00002072"/>
    <w:rsid w:val="000020F0"/>
    <w:rsid w:val="00003FE8"/>
    <w:rsid w:val="0000420C"/>
    <w:rsid w:val="00004AF2"/>
    <w:rsid w:val="00005581"/>
    <w:rsid w:val="00010A2B"/>
    <w:rsid w:val="0001179D"/>
    <w:rsid w:val="000125FA"/>
    <w:rsid w:val="00013109"/>
    <w:rsid w:val="000133A2"/>
    <w:rsid w:val="00013A5B"/>
    <w:rsid w:val="00016216"/>
    <w:rsid w:val="0001709C"/>
    <w:rsid w:val="000203A1"/>
    <w:rsid w:val="0002089E"/>
    <w:rsid w:val="000213DF"/>
    <w:rsid w:val="0002556D"/>
    <w:rsid w:val="00026B22"/>
    <w:rsid w:val="00027967"/>
    <w:rsid w:val="000303A4"/>
    <w:rsid w:val="00030766"/>
    <w:rsid w:val="00030D3C"/>
    <w:rsid w:val="0003593E"/>
    <w:rsid w:val="000372EA"/>
    <w:rsid w:val="000401B4"/>
    <w:rsid w:val="000408E8"/>
    <w:rsid w:val="000417F2"/>
    <w:rsid w:val="00042BFE"/>
    <w:rsid w:val="00043719"/>
    <w:rsid w:val="00046642"/>
    <w:rsid w:val="00047580"/>
    <w:rsid w:val="0005490E"/>
    <w:rsid w:val="00054D1D"/>
    <w:rsid w:val="00055EF2"/>
    <w:rsid w:val="00061A86"/>
    <w:rsid w:val="00062B48"/>
    <w:rsid w:val="00062F2A"/>
    <w:rsid w:val="000645BC"/>
    <w:rsid w:val="000670ED"/>
    <w:rsid w:val="00070E51"/>
    <w:rsid w:val="000716B0"/>
    <w:rsid w:val="00071B26"/>
    <w:rsid w:val="00075147"/>
    <w:rsid w:val="00075579"/>
    <w:rsid w:val="00075B1D"/>
    <w:rsid w:val="00075C02"/>
    <w:rsid w:val="00077ABD"/>
    <w:rsid w:val="00080009"/>
    <w:rsid w:val="000811DC"/>
    <w:rsid w:val="00082315"/>
    <w:rsid w:val="00082F07"/>
    <w:rsid w:val="0008332F"/>
    <w:rsid w:val="000840E9"/>
    <w:rsid w:val="000842F6"/>
    <w:rsid w:val="00084810"/>
    <w:rsid w:val="00084861"/>
    <w:rsid w:val="00084D85"/>
    <w:rsid w:val="00086155"/>
    <w:rsid w:val="00090620"/>
    <w:rsid w:val="00092103"/>
    <w:rsid w:val="00095485"/>
    <w:rsid w:val="000A0181"/>
    <w:rsid w:val="000A0D32"/>
    <w:rsid w:val="000A23F3"/>
    <w:rsid w:val="000A7852"/>
    <w:rsid w:val="000B213F"/>
    <w:rsid w:val="000B244F"/>
    <w:rsid w:val="000B324C"/>
    <w:rsid w:val="000B6964"/>
    <w:rsid w:val="000C0082"/>
    <w:rsid w:val="000C1907"/>
    <w:rsid w:val="000C1B43"/>
    <w:rsid w:val="000C3265"/>
    <w:rsid w:val="000C4D4C"/>
    <w:rsid w:val="000C4F82"/>
    <w:rsid w:val="000C5EDD"/>
    <w:rsid w:val="000C6E8A"/>
    <w:rsid w:val="000D12D8"/>
    <w:rsid w:val="000D321E"/>
    <w:rsid w:val="000D355D"/>
    <w:rsid w:val="000D6446"/>
    <w:rsid w:val="000D6DF0"/>
    <w:rsid w:val="000E0B05"/>
    <w:rsid w:val="000E0DB5"/>
    <w:rsid w:val="000E2EEE"/>
    <w:rsid w:val="000E330E"/>
    <w:rsid w:val="000E700A"/>
    <w:rsid w:val="000F0219"/>
    <w:rsid w:val="000F1345"/>
    <w:rsid w:val="000F1AB9"/>
    <w:rsid w:val="000F1E0D"/>
    <w:rsid w:val="000F6264"/>
    <w:rsid w:val="000F71F9"/>
    <w:rsid w:val="000F7582"/>
    <w:rsid w:val="00101C24"/>
    <w:rsid w:val="00103A4F"/>
    <w:rsid w:val="00105A0A"/>
    <w:rsid w:val="00107DF2"/>
    <w:rsid w:val="00110008"/>
    <w:rsid w:val="00110C74"/>
    <w:rsid w:val="00110D14"/>
    <w:rsid w:val="00111915"/>
    <w:rsid w:val="001156C3"/>
    <w:rsid w:val="00117D1E"/>
    <w:rsid w:val="00117E06"/>
    <w:rsid w:val="0012110C"/>
    <w:rsid w:val="00121DB7"/>
    <w:rsid w:val="0012209B"/>
    <w:rsid w:val="00123D24"/>
    <w:rsid w:val="00123D96"/>
    <w:rsid w:val="00127BC9"/>
    <w:rsid w:val="00135DFD"/>
    <w:rsid w:val="00136295"/>
    <w:rsid w:val="00142411"/>
    <w:rsid w:val="001438E3"/>
    <w:rsid w:val="001448B9"/>
    <w:rsid w:val="00152B95"/>
    <w:rsid w:val="00154BB7"/>
    <w:rsid w:val="001568EB"/>
    <w:rsid w:val="00156A31"/>
    <w:rsid w:val="0016138F"/>
    <w:rsid w:val="00161565"/>
    <w:rsid w:val="001617AB"/>
    <w:rsid w:val="00162EF0"/>
    <w:rsid w:val="001631E1"/>
    <w:rsid w:val="00163BE7"/>
    <w:rsid w:val="00164ED2"/>
    <w:rsid w:val="0016555E"/>
    <w:rsid w:val="00165E12"/>
    <w:rsid w:val="0016641D"/>
    <w:rsid w:val="00171CF5"/>
    <w:rsid w:val="001724D0"/>
    <w:rsid w:val="0017459E"/>
    <w:rsid w:val="0017594E"/>
    <w:rsid w:val="00175B71"/>
    <w:rsid w:val="00176114"/>
    <w:rsid w:val="00176E93"/>
    <w:rsid w:val="00176F20"/>
    <w:rsid w:val="00180E8B"/>
    <w:rsid w:val="00180EF1"/>
    <w:rsid w:val="00181DD1"/>
    <w:rsid w:val="00183708"/>
    <w:rsid w:val="00185C33"/>
    <w:rsid w:val="0018783E"/>
    <w:rsid w:val="00187985"/>
    <w:rsid w:val="00187D51"/>
    <w:rsid w:val="001904A5"/>
    <w:rsid w:val="00192C14"/>
    <w:rsid w:val="0019447A"/>
    <w:rsid w:val="00195B06"/>
    <w:rsid w:val="00196163"/>
    <w:rsid w:val="00197534"/>
    <w:rsid w:val="00197856"/>
    <w:rsid w:val="001A17B1"/>
    <w:rsid w:val="001A54F0"/>
    <w:rsid w:val="001A60B7"/>
    <w:rsid w:val="001A6A1D"/>
    <w:rsid w:val="001A6C22"/>
    <w:rsid w:val="001A702D"/>
    <w:rsid w:val="001A75A5"/>
    <w:rsid w:val="001B0E0E"/>
    <w:rsid w:val="001B10CA"/>
    <w:rsid w:val="001B52F0"/>
    <w:rsid w:val="001B6391"/>
    <w:rsid w:val="001B69B2"/>
    <w:rsid w:val="001B6A5F"/>
    <w:rsid w:val="001B6BAC"/>
    <w:rsid w:val="001B6E40"/>
    <w:rsid w:val="001B7EB3"/>
    <w:rsid w:val="001C0179"/>
    <w:rsid w:val="001C16C3"/>
    <w:rsid w:val="001C22CC"/>
    <w:rsid w:val="001C241F"/>
    <w:rsid w:val="001C2EE7"/>
    <w:rsid w:val="001C33A4"/>
    <w:rsid w:val="001C426D"/>
    <w:rsid w:val="001C50DC"/>
    <w:rsid w:val="001C6357"/>
    <w:rsid w:val="001C7386"/>
    <w:rsid w:val="001C7754"/>
    <w:rsid w:val="001D1A4B"/>
    <w:rsid w:val="001D1C0A"/>
    <w:rsid w:val="001D2889"/>
    <w:rsid w:val="001D4AD7"/>
    <w:rsid w:val="001D5629"/>
    <w:rsid w:val="001D6F26"/>
    <w:rsid w:val="001D7BE0"/>
    <w:rsid w:val="001E02FD"/>
    <w:rsid w:val="001E2E5E"/>
    <w:rsid w:val="001E36B8"/>
    <w:rsid w:val="001E3E3D"/>
    <w:rsid w:val="001E5CBA"/>
    <w:rsid w:val="001E7EEB"/>
    <w:rsid w:val="001F050F"/>
    <w:rsid w:val="001F2FA5"/>
    <w:rsid w:val="001F48C4"/>
    <w:rsid w:val="001F5728"/>
    <w:rsid w:val="001F6652"/>
    <w:rsid w:val="001F6A3C"/>
    <w:rsid w:val="001F6CA5"/>
    <w:rsid w:val="001F6F07"/>
    <w:rsid w:val="001F7300"/>
    <w:rsid w:val="001F7347"/>
    <w:rsid w:val="001F7958"/>
    <w:rsid w:val="00201875"/>
    <w:rsid w:val="00202025"/>
    <w:rsid w:val="00202A94"/>
    <w:rsid w:val="00203803"/>
    <w:rsid w:val="00203B24"/>
    <w:rsid w:val="00203C0B"/>
    <w:rsid w:val="00206225"/>
    <w:rsid w:val="00207094"/>
    <w:rsid w:val="00220268"/>
    <w:rsid w:val="00223100"/>
    <w:rsid w:val="00225DDD"/>
    <w:rsid w:val="00226014"/>
    <w:rsid w:val="00230CB6"/>
    <w:rsid w:val="00230FC9"/>
    <w:rsid w:val="002316B0"/>
    <w:rsid w:val="002343FE"/>
    <w:rsid w:val="00237146"/>
    <w:rsid w:val="002372A6"/>
    <w:rsid w:val="002375EB"/>
    <w:rsid w:val="00237F64"/>
    <w:rsid w:val="00240090"/>
    <w:rsid w:val="002403C6"/>
    <w:rsid w:val="0024090D"/>
    <w:rsid w:val="00241889"/>
    <w:rsid w:val="002424B6"/>
    <w:rsid w:val="002430E0"/>
    <w:rsid w:val="0024415A"/>
    <w:rsid w:val="002449A4"/>
    <w:rsid w:val="002466E3"/>
    <w:rsid w:val="00247930"/>
    <w:rsid w:val="00250994"/>
    <w:rsid w:val="00251C25"/>
    <w:rsid w:val="002525F4"/>
    <w:rsid w:val="0025299B"/>
    <w:rsid w:val="00254502"/>
    <w:rsid w:val="00254C29"/>
    <w:rsid w:val="002568A1"/>
    <w:rsid w:val="00256BC2"/>
    <w:rsid w:val="0026099F"/>
    <w:rsid w:val="00261693"/>
    <w:rsid w:val="00262AFB"/>
    <w:rsid w:val="0026409A"/>
    <w:rsid w:val="00267203"/>
    <w:rsid w:val="002676BC"/>
    <w:rsid w:val="00267ED4"/>
    <w:rsid w:val="00270AF8"/>
    <w:rsid w:val="002722B0"/>
    <w:rsid w:val="00273172"/>
    <w:rsid w:val="002736DD"/>
    <w:rsid w:val="0027418D"/>
    <w:rsid w:val="00277B03"/>
    <w:rsid w:val="0028303C"/>
    <w:rsid w:val="002831F3"/>
    <w:rsid w:val="00283328"/>
    <w:rsid w:val="00285040"/>
    <w:rsid w:val="002851F9"/>
    <w:rsid w:val="00285A63"/>
    <w:rsid w:val="00286AC7"/>
    <w:rsid w:val="002872FC"/>
    <w:rsid w:val="00287847"/>
    <w:rsid w:val="00287B3D"/>
    <w:rsid w:val="00290F31"/>
    <w:rsid w:val="00292E53"/>
    <w:rsid w:val="0029379B"/>
    <w:rsid w:val="00293D37"/>
    <w:rsid w:val="002941D0"/>
    <w:rsid w:val="002A005D"/>
    <w:rsid w:val="002A4C3C"/>
    <w:rsid w:val="002A594A"/>
    <w:rsid w:val="002A62D5"/>
    <w:rsid w:val="002A6396"/>
    <w:rsid w:val="002A761B"/>
    <w:rsid w:val="002B0638"/>
    <w:rsid w:val="002B07D5"/>
    <w:rsid w:val="002B0857"/>
    <w:rsid w:val="002B0D42"/>
    <w:rsid w:val="002B18B6"/>
    <w:rsid w:val="002B2F04"/>
    <w:rsid w:val="002B3C72"/>
    <w:rsid w:val="002B3EB2"/>
    <w:rsid w:val="002C072E"/>
    <w:rsid w:val="002C2B13"/>
    <w:rsid w:val="002C3D65"/>
    <w:rsid w:val="002C574D"/>
    <w:rsid w:val="002C5DB3"/>
    <w:rsid w:val="002C5FB1"/>
    <w:rsid w:val="002C7E15"/>
    <w:rsid w:val="002D097E"/>
    <w:rsid w:val="002D1A8E"/>
    <w:rsid w:val="002D245F"/>
    <w:rsid w:val="002D2466"/>
    <w:rsid w:val="002D25A0"/>
    <w:rsid w:val="002D4043"/>
    <w:rsid w:val="002D4B9D"/>
    <w:rsid w:val="002D571C"/>
    <w:rsid w:val="002E1586"/>
    <w:rsid w:val="002E2212"/>
    <w:rsid w:val="002E301F"/>
    <w:rsid w:val="002E52CF"/>
    <w:rsid w:val="002E7EB7"/>
    <w:rsid w:val="002F13E0"/>
    <w:rsid w:val="002F1F6D"/>
    <w:rsid w:val="002F374A"/>
    <w:rsid w:val="002F60F8"/>
    <w:rsid w:val="003013F8"/>
    <w:rsid w:val="003027FE"/>
    <w:rsid w:val="0030339F"/>
    <w:rsid w:val="003033A7"/>
    <w:rsid w:val="00305781"/>
    <w:rsid w:val="00306612"/>
    <w:rsid w:val="00313004"/>
    <w:rsid w:val="003143D9"/>
    <w:rsid w:val="00314DA6"/>
    <w:rsid w:val="00315AF7"/>
    <w:rsid w:val="003216F4"/>
    <w:rsid w:val="00322EDF"/>
    <w:rsid w:val="00324FB9"/>
    <w:rsid w:val="0032567B"/>
    <w:rsid w:val="0033105C"/>
    <w:rsid w:val="0033149B"/>
    <w:rsid w:val="00332159"/>
    <w:rsid w:val="0033266A"/>
    <w:rsid w:val="0033303E"/>
    <w:rsid w:val="003331EC"/>
    <w:rsid w:val="00340084"/>
    <w:rsid w:val="00343CE1"/>
    <w:rsid w:val="003448BF"/>
    <w:rsid w:val="00346795"/>
    <w:rsid w:val="003472A8"/>
    <w:rsid w:val="00350067"/>
    <w:rsid w:val="00350EE7"/>
    <w:rsid w:val="00352B57"/>
    <w:rsid w:val="00354540"/>
    <w:rsid w:val="00354C83"/>
    <w:rsid w:val="003560A7"/>
    <w:rsid w:val="00356349"/>
    <w:rsid w:val="003567D7"/>
    <w:rsid w:val="003578FA"/>
    <w:rsid w:val="00360374"/>
    <w:rsid w:val="003613F7"/>
    <w:rsid w:val="00363F62"/>
    <w:rsid w:val="00364BC9"/>
    <w:rsid w:val="003656D1"/>
    <w:rsid w:val="0036587B"/>
    <w:rsid w:val="00370A65"/>
    <w:rsid w:val="00370F50"/>
    <w:rsid w:val="00371B24"/>
    <w:rsid w:val="00371F14"/>
    <w:rsid w:val="003721AF"/>
    <w:rsid w:val="00374BA1"/>
    <w:rsid w:val="00382FDC"/>
    <w:rsid w:val="003835F7"/>
    <w:rsid w:val="003839B6"/>
    <w:rsid w:val="003840D9"/>
    <w:rsid w:val="00384FC9"/>
    <w:rsid w:val="003853B5"/>
    <w:rsid w:val="003860A5"/>
    <w:rsid w:val="0038650A"/>
    <w:rsid w:val="00386E84"/>
    <w:rsid w:val="00390248"/>
    <w:rsid w:val="00390905"/>
    <w:rsid w:val="0039324C"/>
    <w:rsid w:val="003941D3"/>
    <w:rsid w:val="0039511E"/>
    <w:rsid w:val="00395748"/>
    <w:rsid w:val="003957A2"/>
    <w:rsid w:val="00396CA4"/>
    <w:rsid w:val="003A2940"/>
    <w:rsid w:val="003A30C1"/>
    <w:rsid w:val="003A492C"/>
    <w:rsid w:val="003B31B1"/>
    <w:rsid w:val="003B3408"/>
    <w:rsid w:val="003B4503"/>
    <w:rsid w:val="003B5718"/>
    <w:rsid w:val="003B622E"/>
    <w:rsid w:val="003C02D2"/>
    <w:rsid w:val="003C1408"/>
    <w:rsid w:val="003C2626"/>
    <w:rsid w:val="003C2999"/>
    <w:rsid w:val="003C45EA"/>
    <w:rsid w:val="003C5449"/>
    <w:rsid w:val="003C635E"/>
    <w:rsid w:val="003C674D"/>
    <w:rsid w:val="003C7BC4"/>
    <w:rsid w:val="003D0377"/>
    <w:rsid w:val="003D17F8"/>
    <w:rsid w:val="003D2EEF"/>
    <w:rsid w:val="003D3272"/>
    <w:rsid w:val="003D43D3"/>
    <w:rsid w:val="003D6F63"/>
    <w:rsid w:val="003E0307"/>
    <w:rsid w:val="003E1194"/>
    <w:rsid w:val="003E1552"/>
    <w:rsid w:val="003E1F51"/>
    <w:rsid w:val="003E24A9"/>
    <w:rsid w:val="003E30B9"/>
    <w:rsid w:val="003E3533"/>
    <w:rsid w:val="003E40CE"/>
    <w:rsid w:val="003E46B4"/>
    <w:rsid w:val="003E4853"/>
    <w:rsid w:val="003F3D6E"/>
    <w:rsid w:val="003F3DDD"/>
    <w:rsid w:val="003F4E75"/>
    <w:rsid w:val="003F50F4"/>
    <w:rsid w:val="003F5A8B"/>
    <w:rsid w:val="003F5DF6"/>
    <w:rsid w:val="003F5E17"/>
    <w:rsid w:val="003F6DE7"/>
    <w:rsid w:val="004010D9"/>
    <w:rsid w:val="00403AAB"/>
    <w:rsid w:val="00404975"/>
    <w:rsid w:val="0040755F"/>
    <w:rsid w:val="00410C07"/>
    <w:rsid w:val="004130C3"/>
    <w:rsid w:val="00413DBC"/>
    <w:rsid w:val="004152D1"/>
    <w:rsid w:val="00415910"/>
    <w:rsid w:val="0042226D"/>
    <w:rsid w:val="004235F9"/>
    <w:rsid w:val="00423B73"/>
    <w:rsid w:val="004245CB"/>
    <w:rsid w:val="00424CF0"/>
    <w:rsid w:val="00425D03"/>
    <w:rsid w:val="004270AA"/>
    <w:rsid w:val="00430429"/>
    <w:rsid w:val="00431772"/>
    <w:rsid w:val="00433787"/>
    <w:rsid w:val="00433BBB"/>
    <w:rsid w:val="00444556"/>
    <w:rsid w:val="00446055"/>
    <w:rsid w:val="00447277"/>
    <w:rsid w:val="00454A5D"/>
    <w:rsid w:val="00455183"/>
    <w:rsid w:val="00455C88"/>
    <w:rsid w:val="004568C5"/>
    <w:rsid w:val="00457149"/>
    <w:rsid w:val="00462725"/>
    <w:rsid w:val="004636B9"/>
    <w:rsid w:val="00463B23"/>
    <w:rsid w:val="0046550E"/>
    <w:rsid w:val="00466397"/>
    <w:rsid w:val="004666FA"/>
    <w:rsid w:val="00466980"/>
    <w:rsid w:val="00466DCF"/>
    <w:rsid w:val="00470B29"/>
    <w:rsid w:val="00470DE8"/>
    <w:rsid w:val="0047184A"/>
    <w:rsid w:val="0047240F"/>
    <w:rsid w:val="00472F2B"/>
    <w:rsid w:val="00477C8F"/>
    <w:rsid w:val="00483007"/>
    <w:rsid w:val="00483164"/>
    <w:rsid w:val="00483647"/>
    <w:rsid w:val="00485825"/>
    <w:rsid w:val="00485AA4"/>
    <w:rsid w:val="00487B66"/>
    <w:rsid w:val="00490278"/>
    <w:rsid w:val="00490EE2"/>
    <w:rsid w:val="004910C3"/>
    <w:rsid w:val="0049314C"/>
    <w:rsid w:val="00493744"/>
    <w:rsid w:val="00493F49"/>
    <w:rsid w:val="00494B90"/>
    <w:rsid w:val="00495711"/>
    <w:rsid w:val="004A04CA"/>
    <w:rsid w:val="004A36CA"/>
    <w:rsid w:val="004A4307"/>
    <w:rsid w:val="004A4D3B"/>
    <w:rsid w:val="004A6D60"/>
    <w:rsid w:val="004A738A"/>
    <w:rsid w:val="004B0893"/>
    <w:rsid w:val="004B1298"/>
    <w:rsid w:val="004B24AE"/>
    <w:rsid w:val="004B2553"/>
    <w:rsid w:val="004B3667"/>
    <w:rsid w:val="004B4AE1"/>
    <w:rsid w:val="004B5829"/>
    <w:rsid w:val="004B74E3"/>
    <w:rsid w:val="004B7568"/>
    <w:rsid w:val="004C1FE5"/>
    <w:rsid w:val="004C23AA"/>
    <w:rsid w:val="004C3121"/>
    <w:rsid w:val="004C515B"/>
    <w:rsid w:val="004C6176"/>
    <w:rsid w:val="004C6230"/>
    <w:rsid w:val="004C65AA"/>
    <w:rsid w:val="004C6B88"/>
    <w:rsid w:val="004C715A"/>
    <w:rsid w:val="004C7DCB"/>
    <w:rsid w:val="004D099C"/>
    <w:rsid w:val="004D09B0"/>
    <w:rsid w:val="004D1A79"/>
    <w:rsid w:val="004D2085"/>
    <w:rsid w:val="004D3381"/>
    <w:rsid w:val="004D4820"/>
    <w:rsid w:val="004D560F"/>
    <w:rsid w:val="004D7AFC"/>
    <w:rsid w:val="004E04C4"/>
    <w:rsid w:val="004E0854"/>
    <w:rsid w:val="004E139D"/>
    <w:rsid w:val="004E1484"/>
    <w:rsid w:val="004E40AB"/>
    <w:rsid w:val="004E5C12"/>
    <w:rsid w:val="004E5DEC"/>
    <w:rsid w:val="004E736D"/>
    <w:rsid w:val="004E7B93"/>
    <w:rsid w:val="004E7DA1"/>
    <w:rsid w:val="004F0194"/>
    <w:rsid w:val="004F02FC"/>
    <w:rsid w:val="004F0314"/>
    <w:rsid w:val="004F380C"/>
    <w:rsid w:val="004F6971"/>
    <w:rsid w:val="004F6AE5"/>
    <w:rsid w:val="004F6B49"/>
    <w:rsid w:val="004F6C31"/>
    <w:rsid w:val="005005AA"/>
    <w:rsid w:val="005011B8"/>
    <w:rsid w:val="00504285"/>
    <w:rsid w:val="00506DE5"/>
    <w:rsid w:val="005070BF"/>
    <w:rsid w:val="00510628"/>
    <w:rsid w:val="005113B0"/>
    <w:rsid w:val="005118FD"/>
    <w:rsid w:val="00514116"/>
    <w:rsid w:val="00517579"/>
    <w:rsid w:val="005175D5"/>
    <w:rsid w:val="00522D98"/>
    <w:rsid w:val="00533452"/>
    <w:rsid w:val="00535620"/>
    <w:rsid w:val="0053632B"/>
    <w:rsid w:val="005368B8"/>
    <w:rsid w:val="00537F6E"/>
    <w:rsid w:val="00541D3C"/>
    <w:rsid w:val="00541FB5"/>
    <w:rsid w:val="00543BE5"/>
    <w:rsid w:val="00550BB4"/>
    <w:rsid w:val="0055183A"/>
    <w:rsid w:val="00553061"/>
    <w:rsid w:val="00554338"/>
    <w:rsid w:val="0055538D"/>
    <w:rsid w:val="00557504"/>
    <w:rsid w:val="00557D72"/>
    <w:rsid w:val="00561051"/>
    <w:rsid w:val="005621B6"/>
    <w:rsid w:val="00562307"/>
    <w:rsid w:val="00562E7B"/>
    <w:rsid w:val="00564ED0"/>
    <w:rsid w:val="00566DA7"/>
    <w:rsid w:val="005673A9"/>
    <w:rsid w:val="0057010D"/>
    <w:rsid w:val="0057065D"/>
    <w:rsid w:val="005706DC"/>
    <w:rsid w:val="0057299C"/>
    <w:rsid w:val="00572BBD"/>
    <w:rsid w:val="00572F74"/>
    <w:rsid w:val="00573052"/>
    <w:rsid w:val="00573D9C"/>
    <w:rsid w:val="0057523A"/>
    <w:rsid w:val="00576214"/>
    <w:rsid w:val="0057702A"/>
    <w:rsid w:val="00577F8A"/>
    <w:rsid w:val="00581ECD"/>
    <w:rsid w:val="00582E88"/>
    <w:rsid w:val="00582EAC"/>
    <w:rsid w:val="00583239"/>
    <w:rsid w:val="005838F9"/>
    <w:rsid w:val="005864D4"/>
    <w:rsid w:val="00586B8B"/>
    <w:rsid w:val="00587E15"/>
    <w:rsid w:val="00590444"/>
    <w:rsid w:val="00591F00"/>
    <w:rsid w:val="005925B9"/>
    <w:rsid w:val="00593C7B"/>
    <w:rsid w:val="00593F88"/>
    <w:rsid w:val="005943D8"/>
    <w:rsid w:val="00594AF5"/>
    <w:rsid w:val="00596648"/>
    <w:rsid w:val="005A00F7"/>
    <w:rsid w:val="005A0154"/>
    <w:rsid w:val="005A0C6E"/>
    <w:rsid w:val="005A2608"/>
    <w:rsid w:val="005A289D"/>
    <w:rsid w:val="005A3A2B"/>
    <w:rsid w:val="005A72B7"/>
    <w:rsid w:val="005A7B72"/>
    <w:rsid w:val="005B190C"/>
    <w:rsid w:val="005B4EB6"/>
    <w:rsid w:val="005B5F26"/>
    <w:rsid w:val="005B6F9D"/>
    <w:rsid w:val="005B708E"/>
    <w:rsid w:val="005C1C6A"/>
    <w:rsid w:val="005C3567"/>
    <w:rsid w:val="005C66EA"/>
    <w:rsid w:val="005C73E6"/>
    <w:rsid w:val="005D13BF"/>
    <w:rsid w:val="005D157F"/>
    <w:rsid w:val="005D23A4"/>
    <w:rsid w:val="005D25C7"/>
    <w:rsid w:val="005D383E"/>
    <w:rsid w:val="005D5A54"/>
    <w:rsid w:val="005D658B"/>
    <w:rsid w:val="005D7D92"/>
    <w:rsid w:val="005E0467"/>
    <w:rsid w:val="005E07BB"/>
    <w:rsid w:val="005E4055"/>
    <w:rsid w:val="005E6FF5"/>
    <w:rsid w:val="005F0A22"/>
    <w:rsid w:val="005F1E57"/>
    <w:rsid w:val="005F23C1"/>
    <w:rsid w:val="005F24C4"/>
    <w:rsid w:val="005F40C9"/>
    <w:rsid w:val="005F7330"/>
    <w:rsid w:val="005F7D44"/>
    <w:rsid w:val="006014C7"/>
    <w:rsid w:val="00601998"/>
    <w:rsid w:val="0060302E"/>
    <w:rsid w:val="006033DD"/>
    <w:rsid w:val="00605E71"/>
    <w:rsid w:val="00606DFD"/>
    <w:rsid w:val="00607770"/>
    <w:rsid w:val="006169A2"/>
    <w:rsid w:val="0061727A"/>
    <w:rsid w:val="00621397"/>
    <w:rsid w:val="00624C6B"/>
    <w:rsid w:val="00626C10"/>
    <w:rsid w:val="0062792F"/>
    <w:rsid w:val="00627A2F"/>
    <w:rsid w:val="00627B4C"/>
    <w:rsid w:val="00633FCB"/>
    <w:rsid w:val="006343E6"/>
    <w:rsid w:val="006407CD"/>
    <w:rsid w:val="0064107C"/>
    <w:rsid w:val="00641817"/>
    <w:rsid w:val="00644B76"/>
    <w:rsid w:val="00646100"/>
    <w:rsid w:val="00646814"/>
    <w:rsid w:val="00651CBA"/>
    <w:rsid w:val="0065290C"/>
    <w:rsid w:val="00652E2F"/>
    <w:rsid w:val="00653465"/>
    <w:rsid w:val="0065417E"/>
    <w:rsid w:val="00654F4B"/>
    <w:rsid w:val="00655802"/>
    <w:rsid w:val="00657D86"/>
    <w:rsid w:val="00662C70"/>
    <w:rsid w:val="0066450C"/>
    <w:rsid w:val="006666AA"/>
    <w:rsid w:val="0067004E"/>
    <w:rsid w:val="0067019F"/>
    <w:rsid w:val="0067133D"/>
    <w:rsid w:val="00672D48"/>
    <w:rsid w:val="00673EA8"/>
    <w:rsid w:val="00674193"/>
    <w:rsid w:val="00675825"/>
    <w:rsid w:val="00675E54"/>
    <w:rsid w:val="006764FD"/>
    <w:rsid w:val="00676871"/>
    <w:rsid w:val="00677259"/>
    <w:rsid w:val="00680059"/>
    <w:rsid w:val="006806A0"/>
    <w:rsid w:val="00680D51"/>
    <w:rsid w:val="00681037"/>
    <w:rsid w:val="00682B4D"/>
    <w:rsid w:val="006852DC"/>
    <w:rsid w:val="00687697"/>
    <w:rsid w:val="00693F9A"/>
    <w:rsid w:val="00694196"/>
    <w:rsid w:val="0069447D"/>
    <w:rsid w:val="006950F6"/>
    <w:rsid w:val="00697BF5"/>
    <w:rsid w:val="006A16E2"/>
    <w:rsid w:val="006A17FC"/>
    <w:rsid w:val="006A1C8E"/>
    <w:rsid w:val="006A2A53"/>
    <w:rsid w:val="006A43ED"/>
    <w:rsid w:val="006A590C"/>
    <w:rsid w:val="006A7897"/>
    <w:rsid w:val="006B2887"/>
    <w:rsid w:val="006B5795"/>
    <w:rsid w:val="006B6D58"/>
    <w:rsid w:val="006C08DE"/>
    <w:rsid w:val="006C30B0"/>
    <w:rsid w:val="006C3674"/>
    <w:rsid w:val="006C4A87"/>
    <w:rsid w:val="006C4DA1"/>
    <w:rsid w:val="006C745B"/>
    <w:rsid w:val="006C76D0"/>
    <w:rsid w:val="006C7EE4"/>
    <w:rsid w:val="006D015A"/>
    <w:rsid w:val="006D1EBF"/>
    <w:rsid w:val="006D2880"/>
    <w:rsid w:val="006D3DCC"/>
    <w:rsid w:val="006D3F03"/>
    <w:rsid w:val="006D3FB7"/>
    <w:rsid w:val="006D5639"/>
    <w:rsid w:val="006D716F"/>
    <w:rsid w:val="006E02C9"/>
    <w:rsid w:val="006E05B0"/>
    <w:rsid w:val="006E0BB8"/>
    <w:rsid w:val="006E13E2"/>
    <w:rsid w:val="006E150E"/>
    <w:rsid w:val="006E1A84"/>
    <w:rsid w:val="006E2171"/>
    <w:rsid w:val="006E2752"/>
    <w:rsid w:val="006E3B8D"/>
    <w:rsid w:val="006E505E"/>
    <w:rsid w:val="006E597E"/>
    <w:rsid w:val="006E6E6C"/>
    <w:rsid w:val="006E7DFC"/>
    <w:rsid w:val="006F023D"/>
    <w:rsid w:val="006F080C"/>
    <w:rsid w:val="006F2661"/>
    <w:rsid w:val="006F4494"/>
    <w:rsid w:val="006F58DA"/>
    <w:rsid w:val="006F7A1D"/>
    <w:rsid w:val="00703E9E"/>
    <w:rsid w:val="00704327"/>
    <w:rsid w:val="00704A85"/>
    <w:rsid w:val="00705D32"/>
    <w:rsid w:val="00706AD6"/>
    <w:rsid w:val="00710E83"/>
    <w:rsid w:val="00711CC9"/>
    <w:rsid w:val="00712495"/>
    <w:rsid w:val="007139FF"/>
    <w:rsid w:val="007165EE"/>
    <w:rsid w:val="00720293"/>
    <w:rsid w:val="00721436"/>
    <w:rsid w:val="00721E35"/>
    <w:rsid w:val="00722487"/>
    <w:rsid w:val="00722AFA"/>
    <w:rsid w:val="00725F0A"/>
    <w:rsid w:val="00731B2E"/>
    <w:rsid w:val="00731E6B"/>
    <w:rsid w:val="007329F0"/>
    <w:rsid w:val="0073319E"/>
    <w:rsid w:val="007345B5"/>
    <w:rsid w:val="00740A74"/>
    <w:rsid w:val="00740BA0"/>
    <w:rsid w:val="00741913"/>
    <w:rsid w:val="007432DF"/>
    <w:rsid w:val="007436B5"/>
    <w:rsid w:val="00744542"/>
    <w:rsid w:val="00744FC5"/>
    <w:rsid w:val="007500D8"/>
    <w:rsid w:val="007517BD"/>
    <w:rsid w:val="00752C64"/>
    <w:rsid w:val="00753C40"/>
    <w:rsid w:val="007566BF"/>
    <w:rsid w:val="00756859"/>
    <w:rsid w:val="00756B44"/>
    <w:rsid w:val="00757D05"/>
    <w:rsid w:val="00762DB9"/>
    <w:rsid w:val="0076422B"/>
    <w:rsid w:val="00764322"/>
    <w:rsid w:val="00765355"/>
    <w:rsid w:val="00766AC3"/>
    <w:rsid w:val="00767478"/>
    <w:rsid w:val="0077198C"/>
    <w:rsid w:val="00772082"/>
    <w:rsid w:val="007727A0"/>
    <w:rsid w:val="00773C6B"/>
    <w:rsid w:val="007742D0"/>
    <w:rsid w:val="00774F8F"/>
    <w:rsid w:val="00774FDE"/>
    <w:rsid w:val="00775090"/>
    <w:rsid w:val="007769F4"/>
    <w:rsid w:val="00776AF1"/>
    <w:rsid w:val="00776E54"/>
    <w:rsid w:val="00777491"/>
    <w:rsid w:val="00777F7D"/>
    <w:rsid w:val="00781925"/>
    <w:rsid w:val="00782B9F"/>
    <w:rsid w:val="00784754"/>
    <w:rsid w:val="007851B1"/>
    <w:rsid w:val="00785A0F"/>
    <w:rsid w:val="0078694F"/>
    <w:rsid w:val="00791754"/>
    <w:rsid w:val="0079185B"/>
    <w:rsid w:val="0079326B"/>
    <w:rsid w:val="007945D6"/>
    <w:rsid w:val="00795AE0"/>
    <w:rsid w:val="00795C33"/>
    <w:rsid w:val="00796492"/>
    <w:rsid w:val="007A0558"/>
    <w:rsid w:val="007A2DD7"/>
    <w:rsid w:val="007A4D29"/>
    <w:rsid w:val="007A4DEC"/>
    <w:rsid w:val="007A51AC"/>
    <w:rsid w:val="007A5E35"/>
    <w:rsid w:val="007B6727"/>
    <w:rsid w:val="007B6E6B"/>
    <w:rsid w:val="007B7296"/>
    <w:rsid w:val="007C135E"/>
    <w:rsid w:val="007C3EDE"/>
    <w:rsid w:val="007D12B8"/>
    <w:rsid w:val="007D2D15"/>
    <w:rsid w:val="007D4E4C"/>
    <w:rsid w:val="007D65ED"/>
    <w:rsid w:val="007D6D96"/>
    <w:rsid w:val="007D6DB4"/>
    <w:rsid w:val="007E0E7A"/>
    <w:rsid w:val="007E26C8"/>
    <w:rsid w:val="007E29D7"/>
    <w:rsid w:val="007E374B"/>
    <w:rsid w:val="007E3BD1"/>
    <w:rsid w:val="007E6009"/>
    <w:rsid w:val="007E61F8"/>
    <w:rsid w:val="007E6BBA"/>
    <w:rsid w:val="007E79CE"/>
    <w:rsid w:val="007F10B6"/>
    <w:rsid w:val="007F15CB"/>
    <w:rsid w:val="007F4E3C"/>
    <w:rsid w:val="007F727C"/>
    <w:rsid w:val="0080215D"/>
    <w:rsid w:val="00802BF5"/>
    <w:rsid w:val="00803377"/>
    <w:rsid w:val="00804B74"/>
    <w:rsid w:val="008068C7"/>
    <w:rsid w:val="008076BE"/>
    <w:rsid w:val="00807A3C"/>
    <w:rsid w:val="00812176"/>
    <w:rsid w:val="008124BC"/>
    <w:rsid w:val="00812D18"/>
    <w:rsid w:val="0081504C"/>
    <w:rsid w:val="00815B9A"/>
    <w:rsid w:val="00817764"/>
    <w:rsid w:val="00817D66"/>
    <w:rsid w:val="00817E5C"/>
    <w:rsid w:val="00820157"/>
    <w:rsid w:val="00821EE9"/>
    <w:rsid w:val="0082205E"/>
    <w:rsid w:val="008223F7"/>
    <w:rsid w:val="00822D19"/>
    <w:rsid w:val="00824CDA"/>
    <w:rsid w:val="008250F8"/>
    <w:rsid w:val="008259D9"/>
    <w:rsid w:val="0082636E"/>
    <w:rsid w:val="0083133D"/>
    <w:rsid w:val="00833999"/>
    <w:rsid w:val="00836787"/>
    <w:rsid w:val="00836842"/>
    <w:rsid w:val="00840254"/>
    <w:rsid w:val="00846CE0"/>
    <w:rsid w:val="0084725E"/>
    <w:rsid w:val="008506A4"/>
    <w:rsid w:val="008514B8"/>
    <w:rsid w:val="00852D9C"/>
    <w:rsid w:val="00853EF2"/>
    <w:rsid w:val="00854286"/>
    <w:rsid w:val="00854531"/>
    <w:rsid w:val="00854B8B"/>
    <w:rsid w:val="00854C9C"/>
    <w:rsid w:val="00855512"/>
    <w:rsid w:val="008572FE"/>
    <w:rsid w:val="00862645"/>
    <w:rsid w:val="0086473D"/>
    <w:rsid w:val="008661FB"/>
    <w:rsid w:val="0086626F"/>
    <w:rsid w:val="00866DAC"/>
    <w:rsid w:val="00867533"/>
    <w:rsid w:val="008676FD"/>
    <w:rsid w:val="0087001B"/>
    <w:rsid w:val="0088137E"/>
    <w:rsid w:val="00881685"/>
    <w:rsid w:val="00881C73"/>
    <w:rsid w:val="0088336E"/>
    <w:rsid w:val="00883839"/>
    <w:rsid w:val="00883F0B"/>
    <w:rsid w:val="00884649"/>
    <w:rsid w:val="00885D4E"/>
    <w:rsid w:val="00887816"/>
    <w:rsid w:val="0089398D"/>
    <w:rsid w:val="00895F31"/>
    <w:rsid w:val="0089706A"/>
    <w:rsid w:val="008A0CDB"/>
    <w:rsid w:val="008A1CC9"/>
    <w:rsid w:val="008A1FDE"/>
    <w:rsid w:val="008A2A2A"/>
    <w:rsid w:val="008A3027"/>
    <w:rsid w:val="008A3DFC"/>
    <w:rsid w:val="008A4A34"/>
    <w:rsid w:val="008A5206"/>
    <w:rsid w:val="008A5419"/>
    <w:rsid w:val="008A652F"/>
    <w:rsid w:val="008A736F"/>
    <w:rsid w:val="008A74EB"/>
    <w:rsid w:val="008A7E20"/>
    <w:rsid w:val="008B04E8"/>
    <w:rsid w:val="008B3764"/>
    <w:rsid w:val="008B47D6"/>
    <w:rsid w:val="008B66FC"/>
    <w:rsid w:val="008B6C0A"/>
    <w:rsid w:val="008B6DBB"/>
    <w:rsid w:val="008B6F96"/>
    <w:rsid w:val="008C428E"/>
    <w:rsid w:val="008C67A8"/>
    <w:rsid w:val="008D1907"/>
    <w:rsid w:val="008D24A9"/>
    <w:rsid w:val="008D2BD7"/>
    <w:rsid w:val="008D34FA"/>
    <w:rsid w:val="008D4D63"/>
    <w:rsid w:val="008D4E22"/>
    <w:rsid w:val="008D5073"/>
    <w:rsid w:val="008D5504"/>
    <w:rsid w:val="008D62DC"/>
    <w:rsid w:val="008E07CA"/>
    <w:rsid w:val="008E0D60"/>
    <w:rsid w:val="008E15C2"/>
    <w:rsid w:val="008E1EF9"/>
    <w:rsid w:val="008E24FB"/>
    <w:rsid w:val="008E3815"/>
    <w:rsid w:val="008E4269"/>
    <w:rsid w:val="008E4F02"/>
    <w:rsid w:val="008E5132"/>
    <w:rsid w:val="008E65D1"/>
    <w:rsid w:val="008F30DB"/>
    <w:rsid w:val="008F3279"/>
    <w:rsid w:val="008F3476"/>
    <w:rsid w:val="008F3C5D"/>
    <w:rsid w:val="008F4508"/>
    <w:rsid w:val="008F4C40"/>
    <w:rsid w:val="008F6796"/>
    <w:rsid w:val="008F6A25"/>
    <w:rsid w:val="008F6B8C"/>
    <w:rsid w:val="008F738E"/>
    <w:rsid w:val="0090271D"/>
    <w:rsid w:val="009027C1"/>
    <w:rsid w:val="009040AF"/>
    <w:rsid w:val="00904494"/>
    <w:rsid w:val="00904657"/>
    <w:rsid w:val="0090577E"/>
    <w:rsid w:val="00905CD6"/>
    <w:rsid w:val="009064B3"/>
    <w:rsid w:val="00907AD4"/>
    <w:rsid w:val="0091008F"/>
    <w:rsid w:val="00912672"/>
    <w:rsid w:val="00913AF1"/>
    <w:rsid w:val="00915487"/>
    <w:rsid w:val="0091599E"/>
    <w:rsid w:val="00915B5C"/>
    <w:rsid w:val="00916693"/>
    <w:rsid w:val="00921427"/>
    <w:rsid w:val="00921530"/>
    <w:rsid w:val="009218C6"/>
    <w:rsid w:val="00922103"/>
    <w:rsid w:val="0092215B"/>
    <w:rsid w:val="009236CF"/>
    <w:rsid w:val="009254C2"/>
    <w:rsid w:val="00925D5C"/>
    <w:rsid w:val="00927154"/>
    <w:rsid w:val="0093226A"/>
    <w:rsid w:val="00932761"/>
    <w:rsid w:val="009333CF"/>
    <w:rsid w:val="009351C8"/>
    <w:rsid w:val="00935EAF"/>
    <w:rsid w:val="00937182"/>
    <w:rsid w:val="00937377"/>
    <w:rsid w:val="00942CAD"/>
    <w:rsid w:val="0094325E"/>
    <w:rsid w:val="0094626D"/>
    <w:rsid w:val="009472A0"/>
    <w:rsid w:val="009475EE"/>
    <w:rsid w:val="009478A0"/>
    <w:rsid w:val="00953A90"/>
    <w:rsid w:val="00953C43"/>
    <w:rsid w:val="00963B67"/>
    <w:rsid w:val="00963BA5"/>
    <w:rsid w:val="00964D56"/>
    <w:rsid w:val="00966820"/>
    <w:rsid w:val="00967079"/>
    <w:rsid w:val="00970B7B"/>
    <w:rsid w:val="00974240"/>
    <w:rsid w:val="0097424C"/>
    <w:rsid w:val="009751AB"/>
    <w:rsid w:val="00975294"/>
    <w:rsid w:val="00981C91"/>
    <w:rsid w:val="00985A32"/>
    <w:rsid w:val="00986B61"/>
    <w:rsid w:val="00990267"/>
    <w:rsid w:val="00991D56"/>
    <w:rsid w:val="00991F48"/>
    <w:rsid w:val="00992C3F"/>
    <w:rsid w:val="00992EB5"/>
    <w:rsid w:val="009933FA"/>
    <w:rsid w:val="009961FC"/>
    <w:rsid w:val="00997B71"/>
    <w:rsid w:val="00997D99"/>
    <w:rsid w:val="009A3F98"/>
    <w:rsid w:val="009A750C"/>
    <w:rsid w:val="009B0552"/>
    <w:rsid w:val="009B1346"/>
    <w:rsid w:val="009B2167"/>
    <w:rsid w:val="009B58BF"/>
    <w:rsid w:val="009B6FA4"/>
    <w:rsid w:val="009B7D80"/>
    <w:rsid w:val="009C2B5A"/>
    <w:rsid w:val="009C2B9A"/>
    <w:rsid w:val="009C3AF1"/>
    <w:rsid w:val="009C67B3"/>
    <w:rsid w:val="009C719B"/>
    <w:rsid w:val="009C743E"/>
    <w:rsid w:val="009D1BBA"/>
    <w:rsid w:val="009D4805"/>
    <w:rsid w:val="009E2961"/>
    <w:rsid w:val="009E2A02"/>
    <w:rsid w:val="009E2D24"/>
    <w:rsid w:val="009E2F7D"/>
    <w:rsid w:val="009E5936"/>
    <w:rsid w:val="009E5C1A"/>
    <w:rsid w:val="009F038C"/>
    <w:rsid w:val="009F0E6F"/>
    <w:rsid w:val="009F127F"/>
    <w:rsid w:val="009F170E"/>
    <w:rsid w:val="009F6B47"/>
    <w:rsid w:val="009F7CD4"/>
    <w:rsid w:val="00A01DB9"/>
    <w:rsid w:val="00A0236B"/>
    <w:rsid w:val="00A0249E"/>
    <w:rsid w:val="00A036DE"/>
    <w:rsid w:val="00A03C29"/>
    <w:rsid w:val="00A04EB3"/>
    <w:rsid w:val="00A05DB4"/>
    <w:rsid w:val="00A06649"/>
    <w:rsid w:val="00A06C50"/>
    <w:rsid w:val="00A078B6"/>
    <w:rsid w:val="00A07B1B"/>
    <w:rsid w:val="00A10CFE"/>
    <w:rsid w:val="00A11757"/>
    <w:rsid w:val="00A11F32"/>
    <w:rsid w:val="00A124BC"/>
    <w:rsid w:val="00A139CD"/>
    <w:rsid w:val="00A139EE"/>
    <w:rsid w:val="00A15A82"/>
    <w:rsid w:val="00A165B7"/>
    <w:rsid w:val="00A2024E"/>
    <w:rsid w:val="00A2228D"/>
    <w:rsid w:val="00A22EA7"/>
    <w:rsid w:val="00A23612"/>
    <w:rsid w:val="00A257D7"/>
    <w:rsid w:val="00A3235D"/>
    <w:rsid w:val="00A32A8B"/>
    <w:rsid w:val="00A33135"/>
    <w:rsid w:val="00A3363D"/>
    <w:rsid w:val="00A33F12"/>
    <w:rsid w:val="00A33F94"/>
    <w:rsid w:val="00A34E6D"/>
    <w:rsid w:val="00A35718"/>
    <w:rsid w:val="00A364F2"/>
    <w:rsid w:val="00A40348"/>
    <w:rsid w:val="00A41155"/>
    <w:rsid w:val="00A4325B"/>
    <w:rsid w:val="00A451F0"/>
    <w:rsid w:val="00A457B9"/>
    <w:rsid w:val="00A45F33"/>
    <w:rsid w:val="00A504FE"/>
    <w:rsid w:val="00A5087F"/>
    <w:rsid w:val="00A5454D"/>
    <w:rsid w:val="00A55E7B"/>
    <w:rsid w:val="00A5789F"/>
    <w:rsid w:val="00A62011"/>
    <w:rsid w:val="00A623E4"/>
    <w:rsid w:val="00A62B1B"/>
    <w:rsid w:val="00A62F36"/>
    <w:rsid w:val="00A631EE"/>
    <w:rsid w:val="00A6551C"/>
    <w:rsid w:val="00A65BBC"/>
    <w:rsid w:val="00A66745"/>
    <w:rsid w:val="00A66EA8"/>
    <w:rsid w:val="00A675F8"/>
    <w:rsid w:val="00A678A2"/>
    <w:rsid w:val="00A70265"/>
    <w:rsid w:val="00A714A1"/>
    <w:rsid w:val="00A71529"/>
    <w:rsid w:val="00A72D57"/>
    <w:rsid w:val="00A745B9"/>
    <w:rsid w:val="00A74ACF"/>
    <w:rsid w:val="00A74DCA"/>
    <w:rsid w:val="00A76C1B"/>
    <w:rsid w:val="00A82E4A"/>
    <w:rsid w:val="00A84BCD"/>
    <w:rsid w:val="00A863DA"/>
    <w:rsid w:val="00A90FD9"/>
    <w:rsid w:val="00A91707"/>
    <w:rsid w:val="00A91EBD"/>
    <w:rsid w:val="00A948AC"/>
    <w:rsid w:val="00AA15A8"/>
    <w:rsid w:val="00AA2333"/>
    <w:rsid w:val="00AA26B4"/>
    <w:rsid w:val="00AA2B9F"/>
    <w:rsid w:val="00AA502C"/>
    <w:rsid w:val="00AA6166"/>
    <w:rsid w:val="00AA7BD4"/>
    <w:rsid w:val="00AA7D88"/>
    <w:rsid w:val="00AB1AEA"/>
    <w:rsid w:val="00AB3E66"/>
    <w:rsid w:val="00AB4CB7"/>
    <w:rsid w:val="00AB58E8"/>
    <w:rsid w:val="00AB7982"/>
    <w:rsid w:val="00AC305C"/>
    <w:rsid w:val="00AC3439"/>
    <w:rsid w:val="00AC3540"/>
    <w:rsid w:val="00AC7465"/>
    <w:rsid w:val="00AD0099"/>
    <w:rsid w:val="00AD56DE"/>
    <w:rsid w:val="00AE0371"/>
    <w:rsid w:val="00AE27FD"/>
    <w:rsid w:val="00AE3766"/>
    <w:rsid w:val="00AE4421"/>
    <w:rsid w:val="00AE567D"/>
    <w:rsid w:val="00AE7071"/>
    <w:rsid w:val="00AF0DA7"/>
    <w:rsid w:val="00AF1619"/>
    <w:rsid w:val="00AF6909"/>
    <w:rsid w:val="00AF6DC8"/>
    <w:rsid w:val="00AF7BC8"/>
    <w:rsid w:val="00B00434"/>
    <w:rsid w:val="00B02A50"/>
    <w:rsid w:val="00B030A4"/>
    <w:rsid w:val="00B04636"/>
    <w:rsid w:val="00B046BD"/>
    <w:rsid w:val="00B04737"/>
    <w:rsid w:val="00B04892"/>
    <w:rsid w:val="00B05765"/>
    <w:rsid w:val="00B05CEC"/>
    <w:rsid w:val="00B071FB"/>
    <w:rsid w:val="00B10BAD"/>
    <w:rsid w:val="00B113BF"/>
    <w:rsid w:val="00B12C85"/>
    <w:rsid w:val="00B131D5"/>
    <w:rsid w:val="00B15028"/>
    <w:rsid w:val="00B15699"/>
    <w:rsid w:val="00B167E9"/>
    <w:rsid w:val="00B16A42"/>
    <w:rsid w:val="00B17A47"/>
    <w:rsid w:val="00B216E2"/>
    <w:rsid w:val="00B23E1E"/>
    <w:rsid w:val="00B25729"/>
    <w:rsid w:val="00B25F4D"/>
    <w:rsid w:val="00B26A52"/>
    <w:rsid w:val="00B26D29"/>
    <w:rsid w:val="00B26DA1"/>
    <w:rsid w:val="00B27EFB"/>
    <w:rsid w:val="00B309E2"/>
    <w:rsid w:val="00B31BAB"/>
    <w:rsid w:val="00B31CA1"/>
    <w:rsid w:val="00B352B7"/>
    <w:rsid w:val="00B36CEB"/>
    <w:rsid w:val="00B40DA7"/>
    <w:rsid w:val="00B41615"/>
    <w:rsid w:val="00B4186C"/>
    <w:rsid w:val="00B418B1"/>
    <w:rsid w:val="00B43002"/>
    <w:rsid w:val="00B44106"/>
    <w:rsid w:val="00B533E4"/>
    <w:rsid w:val="00B5489B"/>
    <w:rsid w:val="00B54C64"/>
    <w:rsid w:val="00B5614B"/>
    <w:rsid w:val="00B56F3A"/>
    <w:rsid w:val="00B639D8"/>
    <w:rsid w:val="00B64D4F"/>
    <w:rsid w:val="00B66C2B"/>
    <w:rsid w:val="00B676C9"/>
    <w:rsid w:val="00B75321"/>
    <w:rsid w:val="00B75DF2"/>
    <w:rsid w:val="00B7664D"/>
    <w:rsid w:val="00B80147"/>
    <w:rsid w:val="00B80E8D"/>
    <w:rsid w:val="00B83816"/>
    <w:rsid w:val="00B838F1"/>
    <w:rsid w:val="00B83B8B"/>
    <w:rsid w:val="00B85091"/>
    <w:rsid w:val="00B85B96"/>
    <w:rsid w:val="00B869BE"/>
    <w:rsid w:val="00B904FB"/>
    <w:rsid w:val="00B913D4"/>
    <w:rsid w:val="00B93B23"/>
    <w:rsid w:val="00B93B65"/>
    <w:rsid w:val="00B97E3D"/>
    <w:rsid w:val="00BA01F5"/>
    <w:rsid w:val="00BA03E3"/>
    <w:rsid w:val="00BA0C78"/>
    <w:rsid w:val="00BA2076"/>
    <w:rsid w:val="00BA2C2C"/>
    <w:rsid w:val="00BA2EEA"/>
    <w:rsid w:val="00BA6C07"/>
    <w:rsid w:val="00BA738F"/>
    <w:rsid w:val="00BB05EF"/>
    <w:rsid w:val="00BB0CD2"/>
    <w:rsid w:val="00BB5E68"/>
    <w:rsid w:val="00BB7453"/>
    <w:rsid w:val="00BB7BFB"/>
    <w:rsid w:val="00BC2834"/>
    <w:rsid w:val="00BC4877"/>
    <w:rsid w:val="00BC48D1"/>
    <w:rsid w:val="00BC659A"/>
    <w:rsid w:val="00BC7D61"/>
    <w:rsid w:val="00BD0C21"/>
    <w:rsid w:val="00BD16FA"/>
    <w:rsid w:val="00BD1CDB"/>
    <w:rsid w:val="00BD1F44"/>
    <w:rsid w:val="00BD37AF"/>
    <w:rsid w:val="00BD380D"/>
    <w:rsid w:val="00BD4B16"/>
    <w:rsid w:val="00BE22F1"/>
    <w:rsid w:val="00BE26E3"/>
    <w:rsid w:val="00BE4F28"/>
    <w:rsid w:val="00BE4FC3"/>
    <w:rsid w:val="00BE57AF"/>
    <w:rsid w:val="00BE62E7"/>
    <w:rsid w:val="00BE6CCE"/>
    <w:rsid w:val="00BF0A5A"/>
    <w:rsid w:val="00BF193C"/>
    <w:rsid w:val="00BF271E"/>
    <w:rsid w:val="00BF45D3"/>
    <w:rsid w:val="00BF4D90"/>
    <w:rsid w:val="00BF63FF"/>
    <w:rsid w:val="00BF66C0"/>
    <w:rsid w:val="00BF7320"/>
    <w:rsid w:val="00C02616"/>
    <w:rsid w:val="00C027C9"/>
    <w:rsid w:val="00C02E39"/>
    <w:rsid w:val="00C038A6"/>
    <w:rsid w:val="00C03C22"/>
    <w:rsid w:val="00C04751"/>
    <w:rsid w:val="00C04DF8"/>
    <w:rsid w:val="00C05234"/>
    <w:rsid w:val="00C1073A"/>
    <w:rsid w:val="00C116D8"/>
    <w:rsid w:val="00C11F87"/>
    <w:rsid w:val="00C1234B"/>
    <w:rsid w:val="00C13B9A"/>
    <w:rsid w:val="00C14F81"/>
    <w:rsid w:val="00C167B3"/>
    <w:rsid w:val="00C17A69"/>
    <w:rsid w:val="00C17F61"/>
    <w:rsid w:val="00C22188"/>
    <w:rsid w:val="00C22E76"/>
    <w:rsid w:val="00C24199"/>
    <w:rsid w:val="00C25223"/>
    <w:rsid w:val="00C2532E"/>
    <w:rsid w:val="00C253EC"/>
    <w:rsid w:val="00C32F4C"/>
    <w:rsid w:val="00C330FC"/>
    <w:rsid w:val="00C362AA"/>
    <w:rsid w:val="00C366AC"/>
    <w:rsid w:val="00C367C0"/>
    <w:rsid w:val="00C37149"/>
    <w:rsid w:val="00C37757"/>
    <w:rsid w:val="00C4023F"/>
    <w:rsid w:val="00C4182E"/>
    <w:rsid w:val="00C420DA"/>
    <w:rsid w:val="00C472E4"/>
    <w:rsid w:val="00C47808"/>
    <w:rsid w:val="00C47809"/>
    <w:rsid w:val="00C5078D"/>
    <w:rsid w:val="00C50B92"/>
    <w:rsid w:val="00C53710"/>
    <w:rsid w:val="00C5374F"/>
    <w:rsid w:val="00C53AF5"/>
    <w:rsid w:val="00C5585E"/>
    <w:rsid w:val="00C57AE5"/>
    <w:rsid w:val="00C63686"/>
    <w:rsid w:val="00C63C63"/>
    <w:rsid w:val="00C64491"/>
    <w:rsid w:val="00C65619"/>
    <w:rsid w:val="00C67675"/>
    <w:rsid w:val="00C70E75"/>
    <w:rsid w:val="00C711A9"/>
    <w:rsid w:val="00C74D51"/>
    <w:rsid w:val="00C84E80"/>
    <w:rsid w:val="00C86414"/>
    <w:rsid w:val="00C86BE9"/>
    <w:rsid w:val="00C87158"/>
    <w:rsid w:val="00C87164"/>
    <w:rsid w:val="00C905F7"/>
    <w:rsid w:val="00C921B2"/>
    <w:rsid w:val="00C93F1C"/>
    <w:rsid w:val="00C94349"/>
    <w:rsid w:val="00C94E27"/>
    <w:rsid w:val="00C95448"/>
    <w:rsid w:val="00C97C85"/>
    <w:rsid w:val="00CA1DA4"/>
    <w:rsid w:val="00CA28E9"/>
    <w:rsid w:val="00CA7C5F"/>
    <w:rsid w:val="00CB04BD"/>
    <w:rsid w:val="00CB09F5"/>
    <w:rsid w:val="00CB12EF"/>
    <w:rsid w:val="00CB49A9"/>
    <w:rsid w:val="00CB5EF8"/>
    <w:rsid w:val="00CB6B5D"/>
    <w:rsid w:val="00CC0DB8"/>
    <w:rsid w:val="00CC2269"/>
    <w:rsid w:val="00CC24B9"/>
    <w:rsid w:val="00CC2631"/>
    <w:rsid w:val="00CC474E"/>
    <w:rsid w:val="00CC5308"/>
    <w:rsid w:val="00CC5341"/>
    <w:rsid w:val="00CC6678"/>
    <w:rsid w:val="00CC748F"/>
    <w:rsid w:val="00CD7446"/>
    <w:rsid w:val="00CD7589"/>
    <w:rsid w:val="00CE0356"/>
    <w:rsid w:val="00CE03DC"/>
    <w:rsid w:val="00CE0A94"/>
    <w:rsid w:val="00CE2D74"/>
    <w:rsid w:val="00CE2D8C"/>
    <w:rsid w:val="00CF0FDE"/>
    <w:rsid w:val="00CF13C8"/>
    <w:rsid w:val="00CF2164"/>
    <w:rsid w:val="00CF260A"/>
    <w:rsid w:val="00CF28C7"/>
    <w:rsid w:val="00CF341B"/>
    <w:rsid w:val="00CF62C6"/>
    <w:rsid w:val="00CF6972"/>
    <w:rsid w:val="00CF7B59"/>
    <w:rsid w:val="00D0045B"/>
    <w:rsid w:val="00D014D8"/>
    <w:rsid w:val="00D0225F"/>
    <w:rsid w:val="00D036C2"/>
    <w:rsid w:val="00D05A5D"/>
    <w:rsid w:val="00D0609E"/>
    <w:rsid w:val="00D07ED5"/>
    <w:rsid w:val="00D1023F"/>
    <w:rsid w:val="00D11396"/>
    <w:rsid w:val="00D14DC6"/>
    <w:rsid w:val="00D21B28"/>
    <w:rsid w:val="00D21C83"/>
    <w:rsid w:val="00D24EB8"/>
    <w:rsid w:val="00D278E7"/>
    <w:rsid w:val="00D31B43"/>
    <w:rsid w:val="00D322A8"/>
    <w:rsid w:val="00D32A36"/>
    <w:rsid w:val="00D32A72"/>
    <w:rsid w:val="00D32D8C"/>
    <w:rsid w:val="00D33D61"/>
    <w:rsid w:val="00D355E7"/>
    <w:rsid w:val="00D3563C"/>
    <w:rsid w:val="00D35777"/>
    <w:rsid w:val="00D4135E"/>
    <w:rsid w:val="00D418AB"/>
    <w:rsid w:val="00D42745"/>
    <w:rsid w:val="00D437B1"/>
    <w:rsid w:val="00D44215"/>
    <w:rsid w:val="00D47854"/>
    <w:rsid w:val="00D508A3"/>
    <w:rsid w:val="00D51FE1"/>
    <w:rsid w:val="00D55043"/>
    <w:rsid w:val="00D551F3"/>
    <w:rsid w:val="00D56477"/>
    <w:rsid w:val="00D57CEC"/>
    <w:rsid w:val="00D57F55"/>
    <w:rsid w:val="00D60CF0"/>
    <w:rsid w:val="00D60E89"/>
    <w:rsid w:val="00D61919"/>
    <w:rsid w:val="00D6244C"/>
    <w:rsid w:val="00D62D1F"/>
    <w:rsid w:val="00D64996"/>
    <w:rsid w:val="00D7264C"/>
    <w:rsid w:val="00D73F6D"/>
    <w:rsid w:val="00D83E91"/>
    <w:rsid w:val="00D85F93"/>
    <w:rsid w:val="00D87AB4"/>
    <w:rsid w:val="00D90422"/>
    <w:rsid w:val="00D91B35"/>
    <w:rsid w:val="00D932DE"/>
    <w:rsid w:val="00D94BAA"/>
    <w:rsid w:val="00DA13FA"/>
    <w:rsid w:val="00DA248F"/>
    <w:rsid w:val="00DA42FB"/>
    <w:rsid w:val="00DA511B"/>
    <w:rsid w:val="00DA5993"/>
    <w:rsid w:val="00DA69D6"/>
    <w:rsid w:val="00DA7701"/>
    <w:rsid w:val="00DB0F36"/>
    <w:rsid w:val="00DB1F9B"/>
    <w:rsid w:val="00DB22D5"/>
    <w:rsid w:val="00DB291B"/>
    <w:rsid w:val="00DB2B90"/>
    <w:rsid w:val="00DB460E"/>
    <w:rsid w:val="00DB7B3E"/>
    <w:rsid w:val="00DC23A3"/>
    <w:rsid w:val="00DC23FF"/>
    <w:rsid w:val="00DC295A"/>
    <w:rsid w:val="00DC2A6B"/>
    <w:rsid w:val="00DC2BA4"/>
    <w:rsid w:val="00DC6FE7"/>
    <w:rsid w:val="00DD1D73"/>
    <w:rsid w:val="00DD2152"/>
    <w:rsid w:val="00DD3273"/>
    <w:rsid w:val="00DD70E3"/>
    <w:rsid w:val="00DE462F"/>
    <w:rsid w:val="00DF0614"/>
    <w:rsid w:val="00DF1E57"/>
    <w:rsid w:val="00DF2D08"/>
    <w:rsid w:val="00DF3317"/>
    <w:rsid w:val="00E01319"/>
    <w:rsid w:val="00E015C7"/>
    <w:rsid w:val="00E01798"/>
    <w:rsid w:val="00E01B39"/>
    <w:rsid w:val="00E01DDD"/>
    <w:rsid w:val="00E035CD"/>
    <w:rsid w:val="00E03E9C"/>
    <w:rsid w:val="00E03FAA"/>
    <w:rsid w:val="00E06AEC"/>
    <w:rsid w:val="00E06DDC"/>
    <w:rsid w:val="00E07F13"/>
    <w:rsid w:val="00E10F2D"/>
    <w:rsid w:val="00E11C03"/>
    <w:rsid w:val="00E1209C"/>
    <w:rsid w:val="00E12228"/>
    <w:rsid w:val="00E12849"/>
    <w:rsid w:val="00E12AB9"/>
    <w:rsid w:val="00E154CB"/>
    <w:rsid w:val="00E165A7"/>
    <w:rsid w:val="00E2096B"/>
    <w:rsid w:val="00E210B0"/>
    <w:rsid w:val="00E220D8"/>
    <w:rsid w:val="00E23D9D"/>
    <w:rsid w:val="00E244ED"/>
    <w:rsid w:val="00E31654"/>
    <w:rsid w:val="00E31739"/>
    <w:rsid w:val="00E31C3A"/>
    <w:rsid w:val="00E34292"/>
    <w:rsid w:val="00E3434E"/>
    <w:rsid w:val="00E3464F"/>
    <w:rsid w:val="00E3552B"/>
    <w:rsid w:val="00E35B2E"/>
    <w:rsid w:val="00E35FB2"/>
    <w:rsid w:val="00E43F7E"/>
    <w:rsid w:val="00E44250"/>
    <w:rsid w:val="00E44C69"/>
    <w:rsid w:val="00E50BF0"/>
    <w:rsid w:val="00E51036"/>
    <w:rsid w:val="00E520BE"/>
    <w:rsid w:val="00E53343"/>
    <w:rsid w:val="00E53DEC"/>
    <w:rsid w:val="00E544BF"/>
    <w:rsid w:val="00E55B4C"/>
    <w:rsid w:val="00E56E1C"/>
    <w:rsid w:val="00E56F58"/>
    <w:rsid w:val="00E60380"/>
    <w:rsid w:val="00E60C4A"/>
    <w:rsid w:val="00E61269"/>
    <w:rsid w:val="00E61A5B"/>
    <w:rsid w:val="00E62565"/>
    <w:rsid w:val="00E629BB"/>
    <w:rsid w:val="00E62ED9"/>
    <w:rsid w:val="00E649C4"/>
    <w:rsid w:val="00E64AE3"/>
    <w:rsid w:val="00E65658"/>
    <w:rsid w:val="00E658FE"/>
    <w:rsid w:val="00E71075"/>
    <w:rsid w:val="00E725AA"/>
    <w:rsid w:val="00E76275"/>
    <w:rsid w:val="00E768FB"/>
    <w:rsid w:val="00E80924"/>
    <w:rsid w:val="00E80E47"/>
    <w:rsid w:val="00E82D00"/>
    <w:rsid w:val="00E82F84"/>
    <w:rsid w:val="00E856D6"/>
    <w:rsid w:val="00E90274"/>
    <w:rsid w:val="00E902B5"/>
    <w:rsid w:val="00E90B57"/>
    <w:rsid w:val="00E92C2E"/>
    <w:rsid w:val="00E950A7"/>
    <w:rsid w:val="00E96B93"/>
    <w:rsid w:val="00EA2CC4"/>
    <w:rsid w:val="00EB1617"/>
    <w:rsid w:val="00EB1DD8"/>
    <w:rsid w:val="00EB4B81"/>
    <w:rsid w:val="00EB6BB8"/>
    <w:rsid w:val="00EC02C6"/>
    <w:rsid w:val="00EC1030"/>
    <w:rsid w:val="00EC24C2"/>
    <w:rsid w:val="00EC29D7"/>
    <w:rsid w:val="00EC3EE3"/>
    <w:rsid w:val="00EC4390"/>
    <w:rsid w:val="00EC4A63"/>
    <w:rsid w:val="00EC7F52"/>
    <w:rsid w:val="00ED037D"/>
    <w:rsid w:val="00ED06FF"/>
    <w:rsid w:val="00ED13FC"/>
    <w:rsid w:val="00ED1EC9"/>
    <w:rsid w:val="00ED4353"/>
    <w:rsid w:val="00ED43C9"/>
    <w:rsid w:val="00ED5012"/>
    <w:rsid w:val="00ED696A"/>
    <w:rsid w:val="00EE057C"/>
    <w:rsid w:val="00EE0759"/>
    <w:rsid w:val="00EE15A3"/>
    <w:rsid w:val="00EE1DDB"/>
    <w:rsid w:val="00EE2BE9"/>
    <w:rsid w:val="00EE56AB"/>
    <w:rsid w:val="00EE6772"/>
    <w:rsid w:val="00EE7F3E"/>
    <w:rsid w:val="00EF16C2"/>
    <w:rsid w:val="00EF2921"/>
    <w:rsid w:val="00EF48EE"/>
    <w:rsid w:val="00EF50A4"/>
    <w:rsid w:val="00EF5EC5"/>
    <w:rsid w:val="00EF7974"/>
    <w:rsid w:val="00EF7A88"/>
    <w:rsid w:val="00EF7D1D"/>
    <w:rsid w:val="00F00A61"/>
    <w:rsid w:val="00F02242"/>
    <w:rsid w:val="00F02E9D"/>
    <w:rsid w:val="00F03CAF"/>
    <w:rsid w:val="00F0437B"/>
    <w:rsid w:val="00F0443D"/>
    <w:rsid w:val="00F10F0B"/>
    <w:rsid w:val="00F118CF"/>
    <w:rsid w:val="00F12C1F"/>
    <w:rsid w:val="00F13336"/>
    <w:rsid w:val="00F13FA9"/>
    <w:rsid w:val="00F14B8B"/>
    <w:rsid w:val="00F174B8"/>
    <w:rsid w:val="00F17CCF"/>
    <w:rsid w:val="00F20285"/>
    <w:rsid w:val="00F216F3"/>
    <w:rsid w:val="00F2383B"/>
    <w:rsid w:val="00F2527E"/>
    <w:rsid w:val="00F256F5"/>
    <w:rsid w:val="00F26F69"/>
    <w:rsid w:val="00F26FD1"/>
    <w:rsid w:val="00F27284"/>
    <w:rsid w:val="00F278A0"/>
    <w:rsid w:val="00F32597"/>
    <w:rsid w:val="00F34BCE"/>
    <w:rsid w:val="00F353DE"/>
    <w:rsid w:val="00F366B9"/>
    <w:rsid w:val="00F42DDC"/>
    <w:rsid w:val="00F43CF2"/>
    <w:rsid w:val="00F52C9B"/>
    <w:rsid w:val="00F54E83"/>
    <w:rsid w:val="00F55D7D"/>
    <w:rsid w:val="00F56A62"/>
    <w:rsid w:val="00F56EB4"/>
    <w:rsid w:val="00F57BA5"/>
    <w:rsid w:val="00F60F7B"/>
    <w:rsid w:val="00F61DE4"/>
    <w:rsid w:val="00F64F02"/>
    <w:rsid w:val="00F656E8"/>
    <w:rsid w:val="00F65B55"/>
    <w:rsid w:val="00F67549"/>
    <w:rsid w:val="00F75666"/>
    <w:rsid w:val="00F76130"/>
    <w:rsid w:val="00F76E38"/>
    <w:rsid w:val="00F80766"/>
    <w:rsid w:val="00F82CD9"/>
    <w:rsid w:val="00F84012"/>
    <w:rsid w:val="00F84717"/>
    <w:rsid w:val="00F86B70"/>
    <w:rsid w:val="00F86D27"/>
    <w:rsid w:val="00F90B74"/>
    <w:rsid w:val="00F91420"/>
    <w:rsid w:val="00F9224F"/>
    <w:rsid w:val="00F92529"/>
    <w:rsid w:val="00F93676"/>
    <w:rsid w:val="00F93BDB"/>
    <w:rsid w:val="00F93FD8"/>
    <w:rsid w:val="00F96206"/>
    <w:rsid w:val="00F964C7"/>
    <w:rsid w:val="00F96EFE"/>
    <w:rsid w:val="00F9712D"/>
    <w:rsid w:val="00F97B82"/>
    <w:rsid w:val="00FA01FD"/>
    <w:rsid w:val="00FA24C1"/>
    <w:rsid w:val="00FA425F"/>
    <w:rsid w:val="00FA43AF"/>
    <w:rsid w:val="00FA465F"/>
    <w:rsid w:val="00FA66E7"/>
    <w:rsid w:val="00FB30A9"/>
    <w:rsid w:val="00FB3C3C"/>
    <w:rsid w:val="00FB6819"/>
    <w:rsid w:val="00FC34E6"/>
    <w:rsid w:val="00FC5F12"/>
    <w:rsid w:val="00FC6FE8"/>
    <w:rsid w:val="00FD2679"/>
    <w:rsid w:val="00FD3323"/>
    <w:rsid w:val="00FD4550"/>
    <w:rsid w:val="00FD773E"/>
    <w:rsid w:val="00FE0A56"/>
    <w:rsid w:val="00FE260C"/>
    <w:rsid w:val="00FE3728"/>
    <w:rsid w:val="00FE4661"/>
    <w:rsid w:val="00FE4865"/>
    <w:rsid w:val="00FF1C3D"/>
    <w:rsid w:val="00FF422A"/>
    <w:rsid w:val="00FF4C15"/>
    <w:rsid w:val="00FF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A139CD"/>
    <w:rPr>
      <w:sz w:val="24"/>
      <w:szCs w:val="24"/>
      <w:lang w:val="es-ES" w:eastAsia="es-ES"/>
    </w:rPr>
  </w:style>
  <w:style w:type="paragraph" w:styleId="Ttulo1">
    <w:name w:val="heading 1"/>
    <w:aliases w:val="título 1,Capitulos"/>
    <w:basedOn w:val="Normal"/>
    <w:next w:val="Normal"/>
    <w:link w:val="Ttulo1Car"/>
    <w:uiPriority w:val="9"/>
    <w:qFormat/>
    <w:rsid w:val="00110008"/>
    <w:pPr>
      <w:keepNext/>
      <w:numPr>
        <w:numId w:val="1"/>
      </w:numPr>
      <w:jc w:val="both"/>
      <w:outlineLvl w:val="0"/>
    </w:pPr>
    <w:rPr>
      <w:rFonts w:ascii="Arial" w:hAnsi="Arial"/>
      <w:b/>
      <w:szCs w:val="20"/>
      <w:lang w:val="es-ES_tradnl"/>
    </w:rPr>
  </w:style>
  <w:style w:type="paragraph" w:styleId="Ttulo2">
    <w:name w:val="heading 2"/>
    <w:aliases w:val="título 2"/>
    <w:basedOn w:val="Normal"/>
    <w:next w:val="Normal"/>
    <w:link w:val="Ttulo2Car"/>
    <w:uiPriority w:val="9"/>
    <w:qFormat/>
    <w:rsid w:val="00110008"/>
    <w:pPr>
      <w:keepNext/>
      <w:numPr>
        <w:ilvl w:val="1"/>
        <w:numId w:val="1"/>
      </w:numPr>
      <w:spacing w:after="120"/>
      <w:outlineLvl w:val="1"/>
    </w:pPr>
    <w:rPr>
      <w:rFonts w:ascii="Arial" w:hAnsi="Arial"/>
      <w:b/>
      <w:i/>
      <w:sz w:val="22"/>
      <w:szCs w:val="20"/>
    </w:rPr>
  </w:style>
  <w:style w:type="paragraph" w:styleId="Ttulo3">
    <w:name w:val="heading 3"/>
    <w:basedOn w:val="Ttulo2"/>
    <w:next w:val="Normal"/>
    <w:link w:val="Ttulo3Car"/>
    <w:uiPriority w:val="9"/>
    <w:qFormat/>
    <w:rsid w:val="00110008"/>
    <w:pPr>
      <w:widowControl w:val="0"/>
      <w:numPr>
        <w:ilvl w:val="2"/>
      </w:numPr>
      <w:tabs>
        <w:tab w:val="left" w:pos="851"/>
      </w:tabs>
      <w:spacing w:before="240" w:after="200"/>
      <w:ind w:right="-91"/>
      <w:jc w:val="both"/>
      <w:outlineLvl w:val="2"/>
    </w:pPr>
    <w:rPr>
      <w:i w:val="0"/>
      <w:lang w:val="es-ES_tradnl"/>
    </w:rPr>
  </w:style>
  <w:style w:type="paragraph" w:styleId="Ttulo4">
    <w:name w:val="heading 4"/>
    <w:aliases w:val="título 4"/>
    <w:basedOn w:val="Normal"/>
    <w:next w:val="Normal"/>
    <w:link w:val="Ttulo4Car"/>
    <w:uiPriority w:val="9"/>
    <w:qFormat/>
    <w:rsid w:val="00110008"/>
    <w:pPr>
      <w:numPr>
        <w:ilvl w:val="3"/>
        <w:numId w:val="1"/>
      </w:numPr>
      <w:tabs>
        <w:tab w:val="left" w:pos="1134"/>
      </w:tabs>
      <w:spacing w:after="120"/>
      <w:jc w:val="both"/>
      <w:outlineLvl w:val="3"/>
    </w:pPr>
    <w:rPr>
      <w:rFonts w:ascii="Arial" w:hAnsi="Arial"/>
      <w:i/>
      <w:sz w:val="22"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110008"/>
    <w:pPr>
      <w:numPr>
        <w:ilvl w:val="4"/>
        <w:numId w:val="1"/>
      </w:numPr>
      <w:spacing w:before="40" w:after="120"/>
      <w:jc w:val="both"/>
      <w:outlineLvl w:val="4"/>
    </w:pPr>
    <w:rPr>
      <w:rFonts w:ascii="Arial" w:hAnsi="Arial"/>
      <w:i/>
      <w:sz w:val="22"/>
      <w:szCs w:val="20"/>
      <w:lang w:val="es-ES_tradnl"/>
    </w:rPr>
  </w:style>
  <w:style w:type="paragraph" w:styleId="Ttulo6">
    <w:name w:val="heading 6"/>
    <w:basedOn w:val="Normal"/>
    <w:next w:val="Normal"/>
    <w:link w:val="Ttulo6Car"/>
    <w:uiPriority w:val="9"/>
    <w:qFormat/>
    <w:rsid w:val="00110008"/>
    <w:pPr>
      <w:numPr>
        <w:ilvl w:val="5"/>
        <w:numId w:val="1"/>
      </w:numPr>
      <w:suppressAutoHyphens/>
      <w:spacing w:before="240" w:after="60"/>
      <w:outlineLvl w:val="5"/>
    </w:pPr>
    <w:rPr>
      <w:b/>
      <w:noProof/>
      <w:sz w:val="22"/>
      <w:szCs w:val="20"/>
    </w:rPr>
  </w:style>
  <w:style w:type="paragraph" w:styleId="Ttulo7">
    <w:name w:val="heading 7"/>
    <w:basedOn w:val="Normal"/>
    <w:next w:val="Normal"/>
    <w:link w:val="Ttulo7Car"/>
    <w:uiPriority w:val="9"/>
    <w:qFormat/>
    <w:rsid w:val="00110008"/>
    <w:pPr>
      <w:numPr>
        <w:ilvl w:val="6"/>
        <w:numId w:val="1"/>
      </w:numPr>
      <w:suppressAutoHyphens/>
      <w:spacing w:before="240" w:after="60"/>
      <w:outlineLvl w:val="6"/>
    </w:pPr>
    <w:rPr>
      <w:noProof/>
      <w:szCs w:val="20"/>
    </w:rPr>
  </w:style>
  <w:style w:type="paragraph" w:styleId="Ttulo8">
    <w:name w:val="heading 8"/>
    <w:basedOn w:val="Normal"/>
    <w:next w:val="Normal"/>
    <w:link w:val="Ttulo8Car"/>
    <w:uiPriority w:val="9"/>
    <w:qFormat/>
    <w:rsid w:val="00110008"/>
    <w:pPr>
      <w:numPr>
        <w:ilvl w:val="7"/>
        <w:numId w:val="1"/>
      </w:numPr>
      <w:suppressAutoHyphens/>
      <w:spacing w:before="240" w:after="60"/>
      <w:outlineLvl w:val="7"/>
    </w:pPr>
    <w:rPr>
      <w:i/>
      <w:noProof/>
      <w:szCs w:val="20"/>
    </w:rPr>
  </w:style>
  <w:style w:type="paragraph" w:styleId="Ttulo9">
    <w:name w:val="heading 9"/>
    <w:basedOn w:val="Normal"/>
    <w:next w:val="Normal"/>
    <w:link w:val="Ttulo9Car"/>
    <w:uiPriority w:val="9"/>
    <w:qFormat/>
    <w:rsid w:val="0011000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/>
      <w:noProof/>
      <w:sz w:val="22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ítulo 1 Car,Capitulos Car"/>
    <w:basedOn w:val="Fuentedeprrafopredeter"/>
    <w:link w:val="Ttulo1"/>
    <w:uiPriority w:val="9"/>
    <w:locked/>
    <w:rsid w:val="00110008"/>
    <w:rPr>
      <w:rFonts w:ascii="Arial" w:hAnsi="Arial"/>
      <w:b/>
      <w:sz w:val="24"/>
      <w:lang w:val="es-ES_tradnl" w:eastAsia="es-ES"/>
    </w:rPr>
  </w:style>
  <w:style w:type="character" w:customStyle="1" w:styleId="Ttulo2Car">
    <w:name w:val="Título 2 Car"/>
    <w:aliases w:val="título 2 Car"/>
    <w:basedOn w:val="Fuentedeprrafopredeter"/>
    <w:link w:val="Ttulo2"/>
    <w:uiPriority w:val="9"/>
    <w:locked/>
    <w:rsid w:val="00110008"/>
    <w:rPr>
      <w:rFonts w:ascii="Arial" w:hAnsi="Arial"/>
      <w:b/>
      <w:i/>
      <w:sz w:val="22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locked/>
    <w:rsid w:val="00110008"/>
    <w:rPr>
      <w:rFonts w:ascii="Arial" w:hAnsi="Arial"/>
      <w:b/>
      <w:sz w:val="22"/>
      <w:lang w:val="es-ES_tradnl" w:eastAsia="es-ES"/>
    </w:rPr>
  </w:style>
  <w:style w:type="character" w:customStyle="1" w:styleId="Ttulo4Car">
    <w:name w:val="Título 4 Car"/>
    <w:aliases w:val="título 4 Car"/>
    <w:basedOn w:val="Fuentedeprrafopredeter"/>
    <w:link w:val="Ttulo4"/>
    <w:uiPriority w:val="9"/>
    <w:locked/>
    <w:rsid w:val="00110008"/>
    <w:rPr>
      <w:rFonts w:ascii="Arial" w:hAnsi="Arial"/>
      <w:i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uiPriority w:val="9"/>
    <w:locked/>
    <w:rsid w:val="00110008"/>
    <w:rPr>
      <w:rFonts w:ascii="Arial" w:hAnsi="Arial"/>
      <w:i/>
      <w:sz w:val="22"/>
      <w:lang w:val="es-ES_tradnl" w:eastAsia="es-ES"/>
    </w:rPr>
  </w:style>
  <w:style w:type="character" w:customStyle="1" w:styleId="Ttulo6Car">
    <w:name w:val="Título 6 Car"/>
    <w:basedOn w:val="Fuentedeprrafopredeter"/>
    <w:link w:val="Ttulo6"/>
    <w:uiPriority w:val="9"/>
    <w:locked/>
    <w:rsid w:val="00110008"/>
    <w:rPr>
      <w:b/>
      <w:noProof/>
      <w:sz w:val="22"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"/>
    <w:locked/>
    <w:rsid w:val="00110008"/>
    <w:rPr>
      <w:noProof/>
      <w:sz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"/>
    <w:locked/>
    <w:rsid w:val="00110008"/>
    <w:rPr>
      <w:i/>
      <w:noProof/>
      <w:sz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"/>
    <w:locked/>
    <w:rsid w:val="00110008"/>
    <w:rPr>
      <w:rFonts w:ascii="Arial" w:hAnsi="Arial"/>
      <w:noProof/>
      <w:sz w:val="22"/>
      <w:lang w:val="es-ES" w:eastAsia="es-ES"/>
    </w:rPr>
  </w:style>
  <w:style w:type="paragraph" w:styleId="Encabezado">
    <w:name w:val="header"/>
    <w:basedOn w:val="Normal"/>
    <w:link w:val="EncabezadoCar"/>
    <w:rsid w:val="00343CE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6D5639"/>
    <w:rPr>
      <w:rFonts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343CE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E2096B"/>
    <w:rPr>
      <w:rFonts w:cs="Times New Roman"/>
      <w:sz w:val="24"/>
      <w:szCs w:val="24"/>
    </w:rPr>
  </w:style>
  <w:style w:type="character" w:styleId="Hipervnculo">
    <w:name w:val="Hyperlink"/>
    <w:basedOn w:val="Fuentedeprrafopredeter"/>
    <w:uiPriority w:val="99"/>
    <w:rsid w:val="00343CE1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A22EA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3033A7"/>
    <w:rPr>
      <w:rFonts w:ascii="Tahoma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1A54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arCarCharChar">
    <w:name w:val="Char Char1 Car Car Char Char"/>
    <w:basedOn w:val="Normal"/>
    <w:rsid w:val="00B85B96"/>
    <w:pPr>
      <w:spacing w:before="60" w:after="160" w:line="240" w:lineRule="exact"/>
    </w:pPr>
    <w:rPr>
      <w:rFonts w:ascii="Verdana" w:hAnsi="Verdana"/>
      <w:color w:val="FF00FF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34"/>
    <w:qFormat/>
    <w:rsid w:val="008A74E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vnculovisitado">
    <w:name w:val="FollowedHyperlink"/>
    <w:basedOn w:val="Fuentedeprrafopredeter"/>
    <w:uiPriority w:val="99"/>
    <w:unhideWhenUsed/>
    <w:rsid w:val="003033A7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3033A7"/>
    <w:pPr>
      <w:spacing w:before="100" w:beforeAutospacing="1" w:after="100" w:afterAutospacing="1"/>
    </w:pPr>
    <w:rPr>
      <w:rFonts w:ascii="Arial" w:hAnsi="Arial" w:cs="Arial"/>
    </w:rPr>
  </w:style>
  <w:style w:type="paragraph" w:styleId="Textoindependiente">
    <w:name w:val="Body Text"/>
    <w:basedOn w:val="Normal"/>
    <w:link w:val="TextoindependienteCar"/>
    <w:uiPriority w:val="99"/>
    <w:rsid w:val="00E90B57"/>
    <w:rPr>
      <w:rFonts w:ascii="Arial" w:hAnsi="Arial"/>
      <w:sz w:val="22"/>
      <w:szCs w:val="20"/>
      <w:lang w:val="en-NZ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E90B57"/>
    <w:rPr>
      <w:rFonts w:ascii="Arial" w:hAnsi="Arial" w:cs="Times New Roman"/>
      <w:sz w:val="22"/>
      <w:lang w:val="en-NZ" w:eastAsia="en-US"/>
    </w:rPr>
  </w:style>
  <w:style w:type="paragraph" w:styleId="Textosinformato">
    <w:name w:val="Plain Text"/>
    <w:basedOn w:val="Normal"/>
    <w:link w:val="TextosinformatoCar"/>
    <w:uiPriority w:val="99"/>
    <w:unhideWhenUsed/>
    <w:rsid w:val="00756859"/>
    <w:rPr>
      <w:rFonts w:ascii="Consolas" w:hAnsi="Consolas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756859"/>
    <w:rPr>
      <w:rFonts w:ascii="Consolas" w:eastAsia="Times New Roman" w:hAnsi="Consolas" w:cs="Times New Roman"/>
      <w:sz w:val="21"/>
      <w:szCs w:val="21"/>
      <w:lang w:eastAsia="en-US"/>
    </w:rPr>
  </w:style>
  <w:style w:type="character" w:styleId="Nmerodepgina">
    <w:name w:val="page number"/>
    <w:basedOn w:val="Fuentedeprrafopredeter"/>
    <w:uiPriority w:val="99"/>
    <w:rsid w:val="00E2096B"/>
    <w:rPr>
      <w:rFonts w:cs="Times New Roman"/>
    </w:rPr>
  </w:style>
  <w:style w:type="paragraph" w:customStyle="1" w:styleId="StyleArial12ptBoldCustomColorRGB49">
    <w:name w:val="Style Arial 12 pt Bold Custom Color(RGB(49"/>
    <w:aliases w:val="56,150)) Left"/>
    <w:basedOn w:val="Normal"/>
    <w:rsid w:val="00E2096B"/>
    <w:rPr>
      <w:rFonts w:ascii="Imago Book" w:hAnsi="Imago Book"/>
      <w:b/>
      <w:bCs/>
      <w:color w:val="313896"/>
      <w:szCs w:val="20"/>
      <w:lang w:val="en-AU" w:eastAsia="en-US"/>
    </w:rPr>
  </w:style>
  <w:style w:type="character" w:styleId="Textoennegrita">
    <w:name w:val="Strong"/>
    <w:basedOn w:val="Fuentedeprrafopredeter"/>
    <w:uiPriority w:val="22"/>
    <w:qFormat/>
    <w:rsid w:val="005118FD"/>
    <w:rPr>
      <w:b/>
      <w:bCs/>
    </w:rPr>
  </w:style>
  <w:style w:type="paragraph" w:styleId="Sinespaciado">
    <w:name w:val="No Spacing"/>
    <w:uiPriority w:val="1"/>
    <w:qFormat/>
    <w:rsid w:val="007E6BBA"/>
    <w:rPr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rsid w:val="007B672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B672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B6727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B67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B6727"/>
    <w:rPr>
      <w:b/>
      <w:bCs/>
      <w:lang w:val="es-ES" w:eastAsia="es-ES"/>
    </w:rPr>
  </w:style>
  <w:style w:type="paragraph" w:styleId="TtulodeTDC">
    <w:name w:val="TOC Heading"/>
    <w:basedOn w:val="Ttulo1"/>
    <w:next w:val="Normal"/>
    <w:uiPriority w:val="39"/>
    <w:qFormat/>
    <w:rsid w:val="00A504FE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eastAsia="Times New Roman" w:hAnsi="Cambria"/>
      <w:bCs/>
      <w:color w:val="365F91"/>
      <w:sz w:val="28"/>
      <w:szCs w:val="28"/>
      <w:lang w:val="es-ES" w:eastAsia="en-US"/>
    </w:rPr>
  </w:style>
  <w:style w:type="character" w:customStyle="1" w:styleId="tkchatmsgtext1">
    <w:name w:val="tkchatmsgtext1"/>
    <w:basedOn w:val="Fuentedeprrafopredeter"/>
    <w:rsid w:val="00E56F58"/>
  </w:style>
  <w:style w:type="character" w:customStyle="1" w:styleId="tkchatmsgsystemtext1">
    <w:name w:val="tkchatmsgsystemtext1"/>
    <w:basedOn w:val="Fuentedeprrafopredeter"/>
    <w:rsid w:val="00D60CF0"/>
    <w:rPr>
      <w:vanish w:val="0"/>
      <w:webHidden w:val="0"/>
      <w:color w:val="800000"/>
      <w:bdr w:val="dashed" w:sz="6" w:space="0" w:color="D3D3D3" w:frame="1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A139CD"/>
    <w:rPr>
      <w:sz w:val="24"/>
      <w:szCs w:val="24"/>
      <w:lang w:val="es-ES" w:eastAsia="es-ES"/>
    </w:rPr>
  </w:style>
  <w:style w:type="paragraph" w:styleId="Ttulo1">
    <w:name w:val="heading 1"/>
    <w:aliases w:val="título 1,Capitulos"/>
    <w:basedOn w:val="Normal"/>
    <w:next w:val="Normal"/>
    <w:link w:val="Ttulo1Car"/>
    <w:uiPriority w:val="9"/>
    <w:qFormat/>
    <w:rsid w:val="00110008"/>
    <w:pPr>
      <w:keepNext/>
      <w:numPr>
        <w:numId w:val="1"/>
      </w:numPr>
      <w:jc w:val="both"/>
      <w:outlineLvl w:val="0"/>
    </w:pPr>
    <w:rPr>
      <w:rFonts w:ascii="Arial" w:hAnsi="Arial"/>
      <w:b/>
      <w:szCs w:val="20"/>
      <w:lang w:val="es-ES_tradnl"/>
    </w:rPr>
  </w:style>
  <w:style w:type="paragraph" w:styleId="Ttulo2">
    <w:name w:val="heading 2"/>
    <w:aliases w:val="título 2"/>
    <w:basedOn w:val="Normal"/>
    <w:next w:val="Normal"/>
    <w:link w:val="Ttulo2Car"/>
    <w:uiPriority w:val="9"/>
    <w:qFormat/>
    <w:rsid w:val="00110008"/>
    <w:pPr>
      <w:keepNext/>
      <w:numPr>
        <w:ilvl w:val="1"/>
        <w:numId w:val="1"/>
      </w:numPr>
      <w:spacing w:after="120"/>
      <w:outlineLvl w:val="1"/>
    </w:pPr>
    <w:rPr>
      <w:rFonts w:ascii="Arial" w:hAnsi="Arial"/>
      <w:b/>
      <w:i/>
      <w:sz w:val="22"/>
      <w:szCs w:val="20"/>
    </w:rPr>
  </w:style>
  <w:style w:type="paragraph" w:styleId="Ttulo3">
    <w:name w:val="heading 3"/>
    <w:basedOn w:val="Ttulo2"/>
    <w:next w:val="Normal"/>
    <w:link w:val="Ttulo3Car"/>
    <w:uiPriority w:val="9"/>
    <w:qFormat/>
    <w:rsid w:val="00110008"/>
    <w:pPr>
      <w:widowControl w:val="0"/>
      <w:numPr>
        <w:ilvl w:val="2"/>
      </w:numPr>
      <w:tabs>
        <w:tab w:val="left" w:pos="851"/>
      </w:tabs>
      <w:spacing w:before="240" w:after="200"/>
      <w:ind w:right="-91"/>
      <w:jc w:val="both"/>
      <w:outlineLvl w:val="2"/>
    </w:pPr>
    <w:rPr>
      <w:i w:val="0"/>
      <w:lang w:val="es-ES_tradnl"/>
    </w:rPr>
  </w:style>
  <w:style w:type="paragraph" w:styleId="Ttulo4">
    <w:name w:val="heading 4"/>
    <w:aliases w:val="título 4"/>
    <w:basedOn w:val="Normal"/>
    <w:next w:val="Normal"/>
    <w:link w:val="Ttulo4Car"/>
    <w:uiPriority w:val="9"/>
    <w:qFormat/>
    <w:rsid w:val="00110008"/>
    <w:pPr>
      <w:numPr>
        <w:ilvl w:val="3"/>
        <w:numId w:val="1"/>
      </w:numPr>
      <w:tabs>
        <w:tab w:val="left" w:pos="1134"/>
      </w:tabs>
      <w:spacing w:after="120"/>
      <w:jc w:val="both"/>
      <w:outlineLvl w:val="3"/>
    </w:pPr>
    <w:rPr>
      <w:rFonts w:ascii="Arial" w:hAnsi="Arial"/>
      <w:i/>
      <w:sz w:val="22"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110008"/>
    <w:pPr>
      <w:numPr>
        <w:ilvl w:val="4"/>
        <w:numId w:val="1"/>
      </w:numPr>
      <w:spacing w:before="40" w:after="120"/>
      <w:jc w:val="both"/>
      <w:outlineLvl w:val="4"/>
    </w:pPr>
    <w:rPr>
      <w:rFonts w:ascii="Arial" w:hAnsi="Arial"/>
      <w:i/>
      <w:sz w:val="22"/>
      <w:szCs w:val="20"/>
      <w:lang w:val="es-ES_tradnl"/>
    </w:rPr>
  </w:style>
  <w:style w:type="paragraph" w:styleId="Ttulo6">
    <w:name w:val="heading 6"/>
    <w:basedOn w:val="Normal"/>
    <w:next w:val="Normal"/>
    <w:link w:val="Ttulo6Car"/>
    <w:uiPriority w:val="9"/>
    <w:qFormat/>
    <w:rsid w:val="00110008"/>
    <w:pPr>
      <w:numPr>
        <w:ilvl w:val="5"/>
        <w:numId w:val="1"/>
      </w:numPr>
      <w:suppressAutoHyphens/>
      <w:spacing w:before="240" w:after="60"/>
      <w:outlineLvl w:val="5"/>
    </w:pPr>
    <w:rPr>
      <w:b/>
      <w:noProof/>
      <w:sz w:val="22"/>
      <w:szCs w:val="20"/>
    </w:rPr>
  </w:style>
  <w:style w:type="paragraph" w:styleId="Ttulo7">
    <w:name w:val="heading 7"/>
    <w:basedOn w:val="Normal"/>
    <w:next w:val="Normal"/>
    <w:link w:val="Ttulo7Car"/>
    <w:uiPriority w:val="9"/>
    <w:qFormat/>
    <w:rsid w:val="00110008"/>
    <w:pPr>
      <w:numPr>
        <w:ilvl w:val="6"/>
        <w:numId w:val="1"/>
      </w:numPr>
      <w:suppressAutoHyphens/>
      <w:spacing w:before="240" w:after="60"/>
      <w:outlineLvl w:val="6"/>
    </w:pPr>
    <w:rPr>
      <w:noProof/>
      <w:szCs w:val="20"/>
    </w:rPr>
  </w:style>
  <w:style w:type="paragraph" w:styleId="Ttulo8">
    <w:name w:val="heading 8"/>
    <w:basedOn w:val="Normal"/>
    <w:next w:val="Normal"/>
    <w:link w:val="Ttulo8Car"/>
    <w:uiPriority w:val="9"/>
    <w:qFormat/>
    <w:rsid w:val="00110008"/>
    <w:pPr>
      <w:numPr>
        <w:ilvl w:val="7"/>
        <w:numId w:val="1"/>
      </w:numPr>
      <w:suppressAutoHyphens/>
      <w:spacing w:before="240" w:after="60"/>
      <w:outlineLvl w:val="7"/>
    </w:pPr>
    <w:rPr>
      <w:i/>
      <w:noProof/>
      <w:szCs w:val="20"/>
    </w:rPr>
  </w:style>
  <w:style w:type="paragraph" w:styleId="Ttulo9">
    <w:name w:val="heading 9"/>
    <w:basedOn w:val="Normal"/>
    <w:next w:val="Normal"/>
    <w:link w:val="Ttulo9Car"/>
    <w:uiPriority w:val="9"/>
    <w:qFormat/>
    <w:rsid w:val="0011000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/>
      <w:noProof/>
      <w:sz w:val="22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ítulo 1 Car,Capitulos Car"/>
    <w:basedOn w:val="Fuentedeprrafopredeter"/>
    <w:link w:val="Ttulo1"/>
    <w:uiPriority w:val="9"/>
    <w:locked/>
    <w:rsid w:val="00110008"/>
    <w:rPr>
      <w:rFonts w:ascii="Arial" w:hAnsi="Arial"/>
      <w:b/>
      <w:sz w:val="24"/>
      <w:lang w:val="es-ES_tradnl" w:eastAsia="es-ES"/>
    </w:rPr>
  </w:style>
  <w:style w:type="character" w:customStyle="1" w:styleId="Ttulo2Car">
    <w:name w:val="Título 2 Car"/>
    <w:aliases w:val="título 2 Car"/>
    <w:basedOn w:val="Fuentedeprrafopredeter"/>
    <w:link w:val="Ttulo2"/>
    <w:uiPriority w:val="9"/>
    <w:locked/>
    <w:rsid w:val="00110008"/>
    <w:rPr>
      <w:rFonts w:ascii="Arial" w:hAnsi="Arial"/>
      <w:b/>
      <w:i/>
      <w:sz w:val="22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locked/>
    <w:rsid w:val="00110008"/>
    <w:rPr>
      <w:rFonts w:ascii="Arial" w:hAnsi="Arial"/>
      <w:b/>
      <w:sz w:val="22"/>
      <w:lang w:val="es-ES_tradnl" w:eastAsia="es-ES"/>
    </w:rPr>
  </w:style>
  <w:style w:type="character" w:customStyle="1" w:styleId="Ttulo4Car">
    <w:name w:val="Título 4 Car"/>
    <w:aliases w:val="título 4 Car"/>
    <w:basedOn w:val="Fuentedeprrafopredeter"/>
    <w:link w:val="Ttulo4"/>
    <w:uiPriority w:val="9"/>
    <w:locked/>
    <w:rsid w:val="00110008"/>
    <w:rPr>
      <w:rFonts w:ascii="Arial" w:hAnsi="Arial"/>
      <w:i/>
      <w:sz w:val="22"/>
      <w:lang w:val="es-MX" w:eastAsia="es-ES"/>
    </w:rPr>
  </w:style>
  <w:style w:type="character" w:customStyle="1" w:styleId="Ttulo5Car">
    <w:name w:val="Título 5 Car"/>
    <w:basedOn w:val="Fuentedeprrafopredeter"/>
    <w:link w:val="Ttulo5"/>
    <w:uiPriority w:val="9"/>
    <w:locked/>
    <w:rsid w:val="00110008"/>
    <w:rPr>
      <w:rFonts w:ascii="Arial" w:hAnsi="Arial"/>
      <w:i/>
      <w:sz w:val="22"/>
      <w:lang w:val="es-ES_tradnl" w:eastAsia="es-ES"/>
    </w:rPr>
  </w:style>
  <w:style w:type="character" w:customStyle="1" w:styleId="Ttulo6Car">
    <w:name w:val="Título 6 Car"/>
    <w:basedOn w:val="Fuentedeprrafopredeter"/>
    <w:link w:val="Ttulo6"/>
    <w:uiPriority w:val="9"/>
    <w:locked/>
    <w:rsid w:val="00110008"/>
    <w:rPr>
      <w:b/>
      <w:noProof/>
      <w:sz w:val="22"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"/>
    <w:locked/>
    <w:rsid w:val="00110008"/>
    <w:rPr>
      <w:noProof/>
      <w:sz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"/>
    <w:locked/>
    <w:rsid w:val="00110008"/>
    <w:rPr>
      <w:i/>
      <w:noProof/>
      <w:sz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"/>
    <w:locked/>
    <w:rsid w:val="00110008"/>
    <w:rPr>
      <w:rFonts w:ascii="Arial" w:hAnsi="Arial"/>
      <w:noProof/>
      <w:sz w:val="22"/>
      <w:lang w:val="es-ES" w:eastAsia="es-ES"/>
    </w:rPr>
  </w:style>
  <w:style w:type="paragraph" w:styleId="Encabezado">
    <w:name w:val="header"/>
    <w:basedOn w:val="Normal"/>
    <w:link w:val="EncabezadoCar"/>
    <w:rsid w:val="00343CE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6D5639"/>
    <w:rPr>
      <w:rFonts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343CE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E2096B"/>
    <w:rPr>
      <w:rFonts w:cs="Times New Roman"/>
      <w:sz w:val="24"/>
      <w:szCs w:val="24"/>
    </w:rPr>
  </w:style>
  <w:style w:type="character" w:styleId="Hipervnculo">
    <w:name w:val="Hyperlink"/>
    <w:basedOn w:val="Fuentedeprrafopredeter"/>
    <w:uiPriority w:val="99"/>
    <w:rsid w:val="00343CE1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A22EA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3033A7"/>
    <w:rPr>
      <w:rFonts w:ascii="Tahoma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1A54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arCarCharChar">
    <w:name w:val="Char Char1 Car Car Char Char"/>
    <w:basedOn w:val="Normal"/>
    <w:rsid w:val="00B85B96"/>
    <w:pPr>
      <w:spacing w:before="60" w:after="160" w:line="240" w:lineRule="exact"/>
    </w:pPr>
    <w:rPr>
      <w:rFonts w:ascii="Verdana" w:hAnsi="Verdana"/>
      <w:color w:val="FF00FF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34"/>
    <w:qFormat/>
    <w:rsid w:val="008A74E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vnculovisitado">
    <w:name w:val="FollowedHyperlink"/>
    <w:basedOn w:val="Fuentedeprrafopredeter"/>
    <w:uiPriority w:val="99"/>
    <w:unhideWhenUsed/>
    <w:rsid w:val="003033A7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3033A7"/>
    <w:pPr>
      <w:spacing w:before="100" w:beforeAutospacing="1" w:after="100" w:afterAutospacing="1"/>
    </w:pPr>
    <w:rPr>
      <w:rFonts w:ascii="Arial" w:hAnsi="Arial" w:cs="Arial"/>
    </w:rPr>
  </w:style>
  <w:style w:type="paragraph" w:styleId="Textoindependiente">
    <w:name w:val="Body Text"/>
    <w:basedOn w:val="Normal"/>
    <w:link w:val="TextoindependienteCar"/>
    <w:uiPriority w:val="99"/>
    <w:rsid w:val="00E90B57"/>
    <w:rPr>
      <w:rFonts w:ascii="Arial" w:hAnsi="Arial"/>
      <w:sz w:val="22"/>
      <w:szCs w:val="20"/>
      <w:lang w:val="en-NZ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E90B57"/>
    <w:rPr>
      <w:rFonts w:ascii="Arial" w:hAnsi="Arial" w:cs="Times New Roman"/>
      <w:sz w:val="22"/>
      <w:lang w:val="en-NZ" w:eastAsia="en-US"/>
    </w:rPr>
  </w:style>
  <w:style w:type="paragraph" w:styleId="Textosinformato">
    <w:name w:val="Plain Text"/>
    <w:basedOn w:val="Normal"/>
    <w:link w:val="TextosinformatoCar"/>
    <w:uiPriority w:val="99"/>
    <w:unhideWhenUsed/>
    <w:rsid w:val="00756859"/>
    <w:rPr>
      <w:rFonts w:ascii="Consolas" w:hAnsi="Consolas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756859"/>
    <w:rPr>
      <w:rFonts w:ascii="Consolas" w:eastAsia="Times New Roman" w:hAnsi="Consolas" w:cs="Times New Roman"/>
      <w:sz w:val="21"/>
      <w:szCs w:val="21"/>
      <w:lang w:eastAsia="en-US"/>
    </w:rPr>
  </w:style>
  <w:style w:type="character" w:styleId="Nmerodepgina">
    <w:name w:val="page number"/>
    <w:basedOn w:val="Fuentedeprrafopredeter"/>
    <w:uiPriority w:val="99"/>
    <w:rsid w:val="00E2096B"/>
    <w:rPr>
      <w:rFonts w:cs="Times New Roman"/>
    </w:rPr>
  </w:style>
  <w:style w:type="paragraph" w:customStyle="1" w:styleId="StyleArial12ptBoldCustomColorRGB49">
    <w:name w:val="Style Arial 12 pt Bold Custom Color(RGB(49"/>
    <w:aliases w:val="56,150)) Left"/>
    <w:basedOn w:val="Normal"/>
    <w:rsid w:val="00E2096B"/>
    <w:rPr>
      <w:rFonts w:ascii="Imago Book" w:hAnsi="Imago Book"/>
      <w:b/>
      <w:bCs/>
      <w:color w:val="313896"/>
      <w:szCs w:val="20"/>
      <w:lang w:val="en-AU" w:eastAsia="en-US"/>
    </w:rPr>
  </w:style>
  <w:style w:type="character" w:styleId="Textoennegrita">
    <w:name w:val="Strong"/>
    <w:basedOn w:val="Fuentedeprrafopredeter"/>
    <w:uiPriority w:val="22"/>
    <w:qFormat/>
    <w:rsid w:val="005118FD"/>
    <w:rPr>
      <w:b/>
      <w:bCs/>
    </w:rPr>
  </w:style>
  <w:style w:type="paragraph" w:styleId="Sinespaciado">
    <w:name w:val="No Spacing"/>
    <w:uiPriority w:val="1"/>
    <w:qFormat/>
    <w:rsid w:val="007E6BBA"/>
    <w:rPr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rsid w:val="007B672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B672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B6727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B67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B6727"/>
    <w:rPr>
      <w:b/>
      <w:bCs/>
      <w:lang w:val="es-ES" w:eastAsia="es-ES"/>
    </w:rPr>
  </w:style>
  <w:style w:type="paragraph" w:styleId="TtulodeTDC">
    <w:name w:val="TOC Heading"/>
    <w:basedOn w:val="Ttulo1"/>
    <w:next w:val="Normal"/>
    <w:uiPriority w:val="39"/>
    <w:qFormat/>
    <w:rsid w:val="00A504FE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eastAsia="Times New Roman" w:hAnsi="Cambria"/>
      <w:bCs/>
      <w:color w:val="365F91"/>
      <w:sz w:val="28"/>
      <w:szCs w:val="28"/>
      <w:lang w:val="es-ES" w:eastAsia="en-US"/>
    </w:rPr>
  </w:style>
  <w:style w:type="character" w:customStyle="1" w:styleId="tkchatmsgtext1">
    <w:name w:val="tkchatmsgtext1"/>
    <w:basedOn w:val="Fuentedeprrafopredeter"/>
    <w:rsid w:val="00E56F58"/>
  </w:style>
  <w:style w:type="character" w:customStyle="1" w:styleId="tkchatmsgsystemtext1">
    <w:name w:val="tkchatmsgsystemtext1"/>
    <w:basedOn w:val="Fuentedeprrafopredeter"/>
    <w:rsid w:val="00D60CF0"/>
    <w:rPr>
      <w:vanish w:val="0"/>
      <w:webHidden w:val="0"/>
      <w:color w:val="800000"/>
      <w:bdr w:val="dashed" w:sz="6" w:space="0" w:color="D3D3D3" w:frame="1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52342276\DOCUMENTOS_AGENDA\Entregables\Centro_Contacto\entregables\ConsolidadoEntregablesCIM\DIMENSIONAMIENTO-CIM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B33F6-C7D9-4289-A373-070405907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DIMENSIONAMIENTO-CIM</Template>
  <TotalTime>0</TotalTime>
  <Pages>3</Pages>
  <Words>374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Bogotá D</vt:lpstr>
    </vt:vector>
  </TitlesOfParts>
  <Company>Hewlett-Packard Company</Company>
  <LinksUpToDate>false</LinksUpToDate>
  <CharactersWithSpaces>2429</CharactersWithSpaces>
  <SharedDoc>false</SharedDoc>
  <HLinks>
    <vt:vector size="18" baseType="variant">
      <vt:variant>
        <vt:i4>721021</vt:i4>
      </vt:variant>
      <vt:variant>
        <vt:i4>3</vt:i4>
      </vt:variant>
      <vt:variant>
        <vt:i4>0</vt:i4>
      </vt:variant>
      <vt:variant>
        <vt:i4>5</vt:i4>
      </vt:variant>
      <vt:variant>
        <vt:lpwstr>mailto:atencionalciudadano@minproteccionsocial.gov.co</vt:lpwstr>
      </vt:variant>
      <vt:variant>
        <vt:lpwstr/>
      </vt:variant>
      <vt:variant>
        <vt:i4>721021</vt:i4>
      </vt:variant>
      <vt:variant>
        <vt:i4>0</vt:i4>
      </vt:variant>
      <vt:variant>
        <vt:i4>0</vt:i4>
      </vt:variant>
      <vt:variant>
        <vt:i4>5</vt:i4>
      </vt:variant>
      <vt:variant>
        <vt:lpwstr>mailto:atencionalciudadano@minproteccionsocial.gov.co</vt:lpwstr>
      </vt:variant>
      <vt:variant>
        <vt:lpwstr/>
      </vt:variant>
      <vt:variant>
        <vt:i4>2949232</vt:i4>
      </vt:variant>
      <vt:variant>
        <vt:i4>-1</vt:i4>
      </vt:variant>
      <vt:variant>
        <vt:i4>2057</vt:i4>
      </vt:variant>
      <vt:variant>
        <vt:i4>4</vt:i4>
      </vt:variant>
      <vt:variant>
        <vt:lpwstr>http://www.uap.edu.pe/img/iconos/antena-uap.gi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Bogotá D</dc:title>
  <dc:creator>CO52342276</dc:creator>
  <cp:lastModifiedBy>Briceño Alvarado Monica SYNAPSIS COLOMBIA</cp:lastModifiedBy>
  <cp:revision>2</cp:revision>
  <cp:lastPrinted>2011-11-11T19:45:00Z</cp:lastPrinted>
  <dcterms:created xsi:type="dcterms:W3CDTF">2012-10-04T14:47:00Z</dcterms:created>
  <dcterms:modified xsi:type="dcterms:W3CDTF">2012-10-04T14:47:00Z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14672065</vt:i4>
  </property>
</Properties>
</file>